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20356" w14:textId="77777777" w:rsidR="005326BC" w:rsidRPr="004D579F" w:rsidRDefault="005326BC" w:rsidP="005326BC">
      <w:pPr>
        <w:spacing w:before="12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4D579F">
        <w:rPr>
          <w:rFonts w:ascii="Arial" w:hAnsi="Arial" w:cs="Arial"/>
          <w:b/>
          <w:sz w:val="22"/>
          <w:szCs w:val="22"/>
        </w:rPr>
        <w:t>I.</w:t>
      </w:r>
    </w:p>
    <w:p w14:paraId="7506F2CD" w14:textId="77777777" w:rsidR="00ED5359" w:rsidRPr="009159DE" w:rsidRDefault="00AD07CD" w:rsidP="00C31156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269D865B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0438097C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C21031" w:rsidRPr="003375EF">
        <w:rPr>
          <w:rFonts w:ascii="Arial" w:hAnsi="Arial" w:cs="Arial"/>
          <w:bCs/>
          <w:sz w:val="22"/>
          <w:szCs w:val="22"/>
        </w:rPr>
        <w:t xml:space="preserve"> </w:t>
      </w:r>
      <w:r w:rsidR="00FA7C45" w:rsidRPr="003375EF">
        <w:rPr>
          <w:rFonts w:ascii="Arial" w:hAnsi="Arial" w:cs="Arial"/>
          <w:sz w:val="22"/>
          <w:szCs w:val="22"/>
        </w:rPr>
        <w:t xml:space="preserve">č. 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E68E3" w:rsidRPr="003375EF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3375EF">
        <w:rPr>
          <w:rFonts w:ascii="Arial" w:hAnsi="Arial" w:cs="Arial"/>
          <w:bCs/>
          <w:sz w:val="22"/>
          <w:szCs w:val="22"/>
        </w:rPr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separate"/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end"/>
      </w:r>
    </w:p>
    <w:p w14:paraId="7E878E38" w14:textId="5E42A58B" w:rsidR="007D04CD" w:rsidRPr="003677C0" w:rsidRDefault="00F229B3" w:rsidP="003677C0">
      <w:pPr>
        <w:tabs>
          <w:tab w:val="left" w:pos="786"/>
        </w:tabs>
        <w:ind w:left="786" w:hanging="426"/>
        <w:jc w:val="center"/>
        <w:outlineLvl w:val="0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921607">
        <w:rPr>
          <w:rFonts w:ascii="Arial" w:hAnsi="Arial" w:cs="Arial"/>
          <w:b/>
          <w:sz w:val="22"/>
          <w:szCs w:val="22"/>
        </w:rPr>
        <w:t>k nařízení vlády</w:t>
      </w:r>
      <w:r w:rsidR="00FD29E2" w:rsidRPr="00921607">
        <w:rPr>
          <w:rFonts w:ascii="Arial" w:hAnsi="Arial" w:cs="Arial"/>
          <w:b/>
          <w:sz w:val="22"/>
          <w:szCs w:val="22"/>
        </w:rPr>
        <w:t xml:space="preserve"> </w:t>
      </w:r>
      <w:r w:rsidR="007D04CD" w:rsidRPr="00921607">
        <w:rPr>
          <w:rFonts w:ascii="Arial" w:hAnsi="Arial" w:cs="Arial"/>
          <w:b/>
          <w:bCs/>
          <w:sz w:val="22"/>
          <w:szCs w:val="22"/>
        </w:rPr>
        <w:t>o</w:t>
      </w:r>
      <w:r w:rsidR="003677C0">
        <w:rPr>
          <w:rFonts w:ascii="Arial" w:hAnsi="Arial" w:cs="Arial"/>
          <w:b/>
          <w:bCs/>
          <w:sz w:val="22"/>
          <w:szCs w:val="22"/>
        </w:rPr>
        <w:t xml:space="preserve"> </w:t>
      </w:r>
      <w:r w:rsidR="00944C48">
        <w:rPr>
          <w:rFonts w:ascii="Arial" w:hAnsi="Arial" w:cs="Arial"/>
          <w:b/>
          <w:bCs/>
          <w:sz w:val="22"/>
          <w:szCs w:val="22"/>
        </w:rPr>
        <w:t>stanovení cen elektřiny a plynu v mimořádné tržní situaci</w:t>
      </w:r>
    </w:p>
    <w:p w14:paraId="316807BC" w14:textId="77777777" w:rsidR="00721781" w:rsidRPr="00D96392" w:rsidRDefault="00721781" w:rsidP="00D96392">
      <w:pPr>
        <w:pStyle w:val="Textparagrafu"/>
        <w:spacing w:line="240" w:lineRule="auto"/>
        <w:jc w:val="both"/>
        <w:rPr>
          <w:rFonts w:ascii="Arial" w:hAnsi="Arial" w:cs="Arial"/>
          <w:b/>
        </w:rPr>
      </w:pPr>
    </w:p>
    <w:p w14:paraId="7EFD87D7" w14:textId="77777777" w:rsidR="00F229B3" w:rsidRPr="00987974" w:rsidRDefault="00F229B3" w:rsidP="005326BC">
      <w:pPr>
        <w:pStyle w:val="Textparagrafu"/>
        <w:jc w:val="both"/>
        <w:rPr>
          <w:rFonts w:ascii="Arial" w:hAnsi="Arial" w:cs="Arial"/>
        </w:rPr>
      </w:pPr>
    </w:p>
    <w:p w14:paraId="5F514D6C" w14:textId="77777777" w:rsidR="00000B9E" w:rsidRPr="0058411A" w:rsidRDefault="00000B9E" w:rsidP="00CE68E3">
      <w:pPr>
        <w:jc w:val="both"/>
        <w:rPr>
          <w:rFonts w:ascii="Arial" w:hAnsi="Arial" w:cs="Arial"/>
          <w:sz w:val="22"/>
          <w:szCs w:val="22"/>
        </w:rPr>
      </w:pPr>
      <w:r w:rsidRPr="0058411A">
        <w:rPr>
          <w:rFonts w:ascii="Arial" w:hAnsi="Arial" w:cs="Arial"/>
          <w:sz w:val="22"/>
          <w:szCs w:val="22"/>
        </w:rPr>
        <w:t>Vláda</w:t>
      </w:r>
    </w:p>
    <w:p w14:paraId="4D140E10" w14:textId="4C70D647" w:rsidR="00721781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944C48">
        <w:rPr>
          <w:rFonts w:ascii="Arial" w:hAnsi="Arial" w:cs="Arial"/>
          <w:b/>
          <w:sz w:val="22"/>
          <w:szCs w:val="22"/>
        </w:rPr>
      </w:r>
      <w:r w:rsidR="00944C48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zrušuje"/>
              <w:listEntry w:val="mění"/>
              <w:listEntry w:val="ukládá"/>
              <w:listEntry w:val="doporučuje"/>
              <w:listEntry w:val="pověřuje"/>
              <w:listEntry w:val="jmenuje"/>
              <w:listEntry w:val="odvolává"/>
              <w:listEntry w:val="zmocňuje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944C48">
        <w:rPr>
          <w:rFonts w:ascii="Arial" w:hAnsi="Arial" w:cs="Arial"/>
          <w:b/>
          <w:sz w:val="22"/>
          <w:szCs w:val="22"/>
        </w:rPr>
      </w:r>
      <w:r w:rsidR="00944C48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F8455F">
        <w:rPr>
          <w:rFonts w:ascii="Arial" w:hAnsi="Arial" w:cs="Arial"/>
          <w:sz w:val="22"/>
          <w:szCs w:val="22"/>
        </w:rPr>
        <w:t xml:space="preserve"> </w:t>
      </w:r>
      <w:r w:rsidR="00FD29E2">
        <w:rPr>
          <w:rFonts w:ascii="Arial" w:hAnsi="Arial" w:cs="Arial"/>
          <w:sz w:val="22"/>
          <w:szCs w:val="22"/>
        </w:rPr>
        <w:t xml:space="preserve">návrh </w:t>
      </w:r>
      <w:r w:rsidR="00960B44" w:rsidRPr="00960B44">
        <w:rPr>
          <w:rFonts w:ascii="Arial" w:hAnsi="Arial" w:cs="Arial"/>
          <w:sz w:val="22"/>
          <w:szCs w:val="22"/>
        </w:rPr>
        <w:t>nařízení vlády</w:t>
      </w:r>
      <w:r w:rsidR="00FD29E2">
        <w:rPr>
          <w:rFonts w:ascii="Arial" w:hAnsi="Arial" w:cs="Arial"/>
          <w:sz w:val="22"/>
          <w:szCs w:val="22"/>
        </w:rPr>
        <w:t xml:space="preserve"> </w:t>
      </w:r>
      <w:r w:rsidR="00944C48">
        <w:rPr>
          <w:rFonts w:ascii="Arial" w:hAnsi="Arial" w:cs="Arial"/>
          <w:sz w:val="22"/>
          <w:szCs w:val="22"/>
        </w:rPr>
        <w:t>o stanovení cen elektřiny a plynu v mimořádné tržní situaci</w:t>
      </w:r>
      <w:bookmarkStart w:id="1" w:name="_GoBack"/>
      <w:bookmarkEnd w:id="1"/>
      <w:r w:rsidR="000221F3">
        <w:rPr>
          <w:rFonts w:ascii="Arial" w:hAnsi="Arial" w:cs="Arial"/>
          <w:sz w:val="22"/>
          <w:szCs w:val="22"/>
        </w:rPr>
        <w:t>;</w:t>
      </w:r>
    </w:p>
    <w:p w14:paraId="156C4FE3" w14:textId="77777777" w:rsidR="00CE68E3" w:rsidRDefault="00CE68E3" w:rsidP="00CE68E3">
      <w:pPr>
        <w:spacing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944C48">
        <w:rPr>
          <w:rFonts w:ascii="Arial" w:hAnsi="Arial" w:cs="Arial"/>
          <w:b/>
          <w:sz w:val="22"/>
          <w:szCs w:val="22"/>
        </w:rPr>
      </w:r>
      <w:r w:rsidR="00944C48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5326BC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schvaluje"/>
              <w:listEntry w:val="souhlasí"/>
              <w:listEntry w:val="bere na vědomí"/>
              <w:listEntry w:val="zrušuje"/>
              <w:listEntry w:val="mění"/>
              <w:listEntry w:val="doporučuje"/>
              <w:listEntry w:val="pověřuje"/>
              <w:listEntry w:val="jmenuje"/>
              <w:listEntry w:val="odvolává"/>
              <w:listEntry w:val="zmocňuje"/>
              <w:listEntry w:val="   "/>
            </w:ddList>
          </w:ffData>
        </w:fldChar>
      </w:r>
      <w:r w:rsidR="005326BC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944C48">
        <w:rPr>
          <w:rFonts w:ascii="Arial" w:hAnsi="Arial" w:cs="Arial"/>
          <w:b/>
          <w:sz w:val="22"/>
          <w:szCs w:val="22"/>
        </w:rPr>
      </w:r>
      <w:r w:rsidR="00944C48">
        <w:rPr>
          <w:rFonts w:ascii="Arial" w:hAnsi="Arial" w:cs="Arial"/>
          <w:b/>
          <w:sz w:val="22"/>
          <w:szCs w:val="22"/>
        </w:rPr>
        <w:fldChar w:fldCharType="separate"/>
      </w:r>
      <w:r w:rsidR="005326BC">
        <w:rPr>
          <w:rFonts w:ascii="Arial" w:hAnsi="Arial" w:cs="Arial"/>
          <w:b/>
          <w:sz w:val="22"/>
          <w:szCs w:val="22"/>
        </w:rPr>
        <w:fldChar w:fldCharType="end"/>
      </w:r>
      <w:r w:rsidR="005326BC">
        <w:rPr>
          <w:rFonts w:ascii="Arial" w:hAnsi="Arial" w:cs="Arial"/>
          <w:sz w:val="22"/>
          <w:szCs w:val="22"/>
        </w:rPr>
        <w:t xml:space="preserve"> </w:t>
      </w:r>
      <w:r w:rsidR="005326BC">
        <w:rPr>
          <w:rFonts w:ascii="Arial" w:hAnsi="Arial" w:cs="Arial"/>
          <w:bCs/>
          <w:sz w:val="22"/>
          <w:szCs w:val="22"/>
        </w:rPr>
        <w:t>ministr</w:t>
      </w:r>
      <w:r w:rsidR="006A7A94">
        <w:rPr>
          <w:rFonts w:ascii="Arial" w:hAnsi="Arial" w:cs="Arial"/>
          <w:bCs/>
          <w:sz w:val="22"/>
          <w:szCs w:val="22"/>
        </w:rPr>
        <w:t>u</w:t>
      </w:r>
      <w:r w:rsidR="005326BC">
        <w:rPr>
          <w:rFonts w:ascii="Arial" w:hAnsi="Arial" w:cs="Arial"/>
          <w:bCs/>
          <w:sz w:val="22"/>
          <w:szCs w:val="22"/>
        </w:rPr>
        <w:t xml:space="preserve"> průmyslu a obchodu</w:t>
      </w:r>
      <w:r w:rsidR="00833897">
        <w:rPr>
          <w:rFonts w:ascii="Arial" w:hAnsi="Arial" w:cs="Arial"/>
          <w:bCs/>
          <w:sz w:val="22"/>
          <w:szCs w:val="22"/>
        </w:rPr>
        <w:t xml:space="preserve"> </w:t>
      </w:r>
    </w:p>
    <w:p w14:paraId="7741634B" w14:textId="77777777" w:rsidR="005326BC" w:rsidRPr="00987974" w:rsidRDefault="00960B44" w:rsidP="00FD29E2">
      <w:pPr>
        <w:pStyle w:val="Textparagrafu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1. vypracovat konečné znění nařízení vlády podle bodu I tohoto nařízení</w:t>
      </w:r>
      <w:r w:rsidR="00FD29E2">
        <w:rPr>
          <w:rFonts w:ascii="Arial" w:hAnsi="Arial" w:cs="Arial"/>
        </w:rPr>
        <w:t>,</w:t>
      </w:r>
    </w:p>
    <w:p w14:paraId="228B3E6A" w14:textId="77777777" w:rsidR="005326BC" w:rsidRPr="00987974" w:rsidRDefault="005326BC" w:rsidP="00FD29E2">
      <w:pPr>
        <w:pStyle w:val="Textparagrafu"/>
        <w:tabs>
          <w:tab w:val="left" w:pos="709"/>
        </w:tabs>
        <w:ind w:left="993" w:hanging="567"/>
        <w:jc w:val="both"/>
        <w:rPr>
          <w:rFonts w:ascii="Arial" w:hAnsi="Arial" w:cs="Arial"/>
        </w:rPr>
      </w:pPr>
      <w:r w:rsidRPr="00987974">
        <w:rPr>
          <w:rFonts w:ascii="Arial" w:hAnsi="Arial" w:cs="Arial"/>
        </w:rPr>
        <w:tab/>
        <w:t>2. předložit nařízení vlády</w:t>
      </w:r>
      <w:r w:rsidR="00F8455F">
        <w:rPr>
          <w:rFonts w:ascii="Arial" w:hAnsi="Arial" w:cs="Arial"/>
        </w:rPr>
        <w:t xml:space="preserve"> </w:t>
      </w:r>
      <w:r w:rsidRPr="00987974">
        <w:rPr>
          <w:rFonts w:ascii="Arial" w:hAnsi="Arial" w:cs="Arial"/>
        </w:rPr>
        <w:t xml:space="preserve">podle bodu I </w:t>
      </w:r>
      <w:r w:rsidR="00606C89" w:rsidRPr="00987974">
        <w:rPr>
          <w:rFonts w:ascii="Arial" w:hAnsi="Arial" w:cs="Arial"/>
        </w:rPr>
        <w:t xml:space="preserve">a </w:t>
      </w:r>
      <w:r w:rsidR="00606C89">
        <w:rPr>
          <w:rFonts w:ascii="Arial" w:hAnsi="Arial" w:cs="Arial"/>
        </w:rPr>
        <w:t>II</w:t>
      </w:r>
      <w:r w:rsidRPr="00987974">
        <w:rPr>
          <w:rFonts w:ascii="Arial" w:hAnsi="Arial" w:cs="Arial"/>
        </w:rPr>
        <w:t>/</w:t>
      </w:r>
      <w:r w:rsidR="00606C89" w:rsidRPr="00987974">
        <w:rPr>
          <w:rFonts w:ascii="Arial" w:hAnsi="Arial" w:cs="Arial"/>
        </w:rPr>
        <w:t xml:space="preserve">1 </w:t>
      </w:r>
      <w:r w:rsidR="00606C89">
        <w:rPr>
          <w:rFonts w:ascii="Arial" w:hAnsi="Arial" w:cs="Arial"/>
        </w:rPr>
        <w:t>tohoto</w:t>
      </w:r>
      <w:r w:rsidR="00292B00">
        <w:rPr>
          <w:rFonts w:ascii="Arial" w:hAnsi="Arial" w:cs="Arial"/>
        </w:rPr>
        <w:t xml:space="preserve"> usnesení předsedovi </w:t>
      </w:r>
      <w:r w:rsidRPr="00987974">
        <w:rPr>
          <w:rFonts w:ascii="Arial" w:hAnsi="Arial" w:cs="Arial"/>
        </w:rPr>
        <w:t>vlády</w:t>
      </w:r>
      <w:r w:rsidR="00943289">
        <w:rPr>
          <w:rFonts w:ascii="Arial" w:hAnsi="Arial" w:cs="Arial"/>
        </w:rPr>
        <w:t xml:space="preserve"> </w:t>
      </w:r>
      <w:r w:rsidRPr="00987974">
        <w:rPr>
          <w:rFonts w:ascii="Arial" w:hAnsi="Arial" w:cs="Arial"/>
        </w:rPr>
        <w:t>k</w:t>
      </w:r>
      <w:r w:rsidR="00FD29E2">
        <w:rPr>
          <w:rFonts w:ascii="Arial" w:hAnsi="Arial" w:cs="Arial"/>
        </w:rPr>
        <w:t> podpisu.</w:t>
      </w:r>
    </w:p>
    <w:p w14:paraId="52E6403F" w14:textId="77777777" w:rsidR="00CE68E3" w:rsidRPr="005B336B" w:rsidRDefault="00CE68E3" w:rsidP="005326BC">
      <w:pPr>
        <w:spacing w:after="240"/>
        <w:jc w:val="both"/>
        <w:rPr>
          <w:rFonts w:ascii="Arial" w:hAnsi="Arial" w:cs="Arial"/>
          <w:b/>
          <w:sz w:val="22"/>
          <w:szCs w:val="22"/>
        </w:rPr>
      </w:pPr>
    </w:p>
    <w:p w14:paraId="663BA59F" w14:textId="77777777" w:rsidR="002D497B" w:rsidRDefault="004728FB" w:rsidP="002D497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944C48">
        <w:rPr>
          <w:rFonts w:ascii="Arial" w:hAnsi="Arial" w:cs="Arial"/>
          <w:b/>
          <w:sz w:val="22"/>
          <w:szCs w:val="22"/>
          <w:u w:val="single"/>
        </w:rPr>
      </w:r>
      <w:r w:rsidR="00944C48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194DC4D1" w14:textId="77777777" w:rsidR="002D497B" w:rsidRPr="004728FB" w:rsidRDefault="002D497B" w:rsidP="002D497B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78449A9" w14:textId="77777777" w:rsidR="00184B22" w:rsidRDefault="00FD29E2" w:rsidP="00444D6B">
      <w:pPr>
        <w:pStyle w:val="Textparagrafu"/>
        <w:spacing w:before="0" w:after="0" w:line="24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předseda vlády</w:t>
      </w:r>
    </w:p>
    <w:p w14:paraId="090ABA08" w14:textId="77777777" w:rsidR="005326BC" w:rsidRDefault="00144FBE" w:rsidP="00444D6B">
      <w:pPr>
        <w:pStyle w:val="Textparagrafu"/>
        <w:spacing w:before="0" w:after="0" w:line="240" w:lineRule="auto"/>
        <w:ind w:firstLine="0"/>
        <w:jc w:val="both"/>
        <w:rPr>
          <w:rFonts w:ascii="Arial" w:hAnsi="Arial" w:cs="Arial"/>
        </w:rPr>
      </w:pPr>
      <w:r w:rsidRPr="00987974">
        <w:rPr>
          <w:rFonts w:ascii="Arial" w:hAnsi="Arial" w:cs="Arial"/>
        </w:rPr>
        <w:t>ministr</w:t>
      </w:r>
      <w:r w:rsidR="005326BC" w:rsidRPr="00987974">
        <w:rPr>
          <w:rFonts w:ascii="Arial" w:hAnsi="Arial" w:cs="Arial"/>
        </w:rPr>
        <w:t xml:space="preserve"> průmyslu a obchodu</w:t>
      </w:r>
    </w:p>
    <w:p w14:paraId="7B8F6C04" w14:textId="77777777" w:rsidR="00444D6B" w:rsidRDefault="00444D6B" w:rsidP="002D497B">
      <w:pPr>
        <w:pStyle w:val="Textparagrafu"/>
        <w:spacing w:before="0" w:after="0" w:line="360" w:lineRule="auto"/>
        <w:ind w:firstLine="0"/>
        <w:jc w:val="both"/>
        <w:rPr>
          <w:rFonts w:ascii="Arial" w:hAnsi="Arial" w:cs="Arial"/>
        </w:rPr>
      </w:pPr>
    </w:p>
    <w:p w14:paraId="482FCE9D" w14:textId="77777777" w:rsidR="00444D6B" w:rsidRDefault="00444D6B" w:rsidP="002D497B">
      <w:pPr>
        <w:pStyle w:val="Textparagrafu"/>
        <w:spacing w:before="0" w:after="0" w:line="360" w:lineRule="auto"/>
        <w:ind w:firstLine="0"/>
        <w:jc w:val="both"/>
        <w:rPr>
          <w:rFonts w:ascii="Arial" w:hAnsi="Arial" w:cs="Arial"/>
        </w:rPr>
      </w:pPr>
    </w:p>
    <w:p w14:paraId="6D162BEF" w14:textId="77777777" w:rsidR="002D497B" w:rsidRDefault="002D497B" w:rsidP="002D497B">
      <w:pPr>
        <w:pStyle w:val="Textparagrafu"/>
        <w:spacing w:before="0" w:after="0" w:line="240" w:lineRule="auto"/>
        <w:ind w:firstLine="0"/>
        <w:jc w:val="both"/>
        <w:rPr>
          <w:rFonts w:ascii="Arial" w:hAnsi="Arial" w:cs="Arial"/>
        </w:rPr>
      </w:pPr>
    </w:p>
    <w:p w14:paraId="06A053EF" w14:textId="77777777" w:rsidR="007D04CD" w:rsidRPr="007D04CD" w:rsidRDefault="007D04CD" w:rsidP="00444D6B">
      <w:pPr>
        <w:pStyle w:val="Textparagrafu"/>
        <w:spacing w:before="0" w:after="0" w:line="240" w:lineRule="auto"/>
        <w:ind w:firstLine="0"/>
        <w:jc w:val="both"/>
        <w:rPr>
          <w:rFonts w:ascii="Arial" w:hAnsi="Arial" w:cs="Arial"/>
          <w:bCs/>
          <w:shd w:val="clear" w:color="auto" w:fill="FFFFFF"/>
        </w:rPr>
      </w:pPr>
      <w:r w:rsidRPr="007D04CD">
        <w:rPr>
          <w:rFonts w:ascii="Arial" w:hAnsi="Arial" w:cs="Arial"/>
          <w:bCs/>
          <w:shd w:val="clear" w:color="auto" w:fill="FFFFFF"/>
        </w:rPr>
        <w:t>Prof. PhDr. Petr Fiala, Ph.D., LL.M.</w:t>
      </w:r>
    </w:p>
    <w:p w14:paraId="4FC09EB6" w14:textId="77777777" w:rsidR="002D497B" w:rsidRPr="00987974" w:rsidRDefault="002D497B" w:rsidP="00444D6B">
      <w:pPr>
        <w:pStyle w:val="Textparagrafu"/>
        <w:spacing w:before="0" w:after="0" w:line="240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předseda vlády</w:t>
      </w:r>
    </w:p>
    <w:sectPr w:rsidR="002D497B" w:rsidRPr="00987974" w:rsidSect="001C29E3">
      <w:headerReference w:type="even" r:id="rId7"/>
      <w:headerReference w:type="default" r:id="rId8"/>
      <w:pgSz w:w="11906" w:h="16838"/>
      <w:pgMar w:top="284" w:right="1418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12F02" w14:textId="77777777" w:rsidR="00A47D9C" w:rsidRDefault="00A47D9C">
      <w:r>
        <w:separator/>
      </w:r>
    </w:p>
  </w:endnote>
  <w:endnote w:type="continuationSeparator" w:id="0">
    <w:p w14:paraId="12D182A5" w14:textId="77777777" w:rsidR="00A47D9C" w:rsidRDefault="00A4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5905F" w14:textId="77777777" w:rsidR="00A47D9C" w:rsidRDefault="00A47D9C">
      <w:r>
        <w:separator/>
      </w:r>
    </w:p>
  </w:footnote>
  <w:footnote w:type="continuationSeparator" w:id="0">
    <w:p w14:paraId="0D271A0B" w14:textId="77777777" w:rsidR="00A47D9C" w:rsidRDefault="00A47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88167" w14:textId="77777777" w:rsidR="00000B9E" w:rsidRDefault="00000B9E" w:rsidP="00CE5CD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493B62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3D5CF" w14:textId="77777777" w:rsidR="00000B9E" w:rsidRDefault="00000B9E" w:rsidP="00F84FD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326BC">
      <w:rPr>
        <w:rStyle w:val="slostrnky"/>
        <w:noProof/>
      </w:rPr>
      <w:t>2</w:t>
    </w:r>
    <w:r>
      <w:rPr>
        <w:rStyle w:val="slostrnky"/>
      </w:rPr>
      <w:fldChar w:fldCharType="end"/>
    </w:r>
  </w:p>
  <w:p w14:paraId="1A3E2DD5" w14:textId="77777777" w:rsidR="00000B9E" w:rsidRDefault="00000B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4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BC"/>
    <w:rsid w:val="00000B9E"/>
    <w:rsid w:val="0000150F"/>
    <w:rsid w:val="0000160C"/>
    <w:rsid w:val="00001C7C"/>
    <w:rsid w:val="00003F0B"/>
    <w:rsid w:val="00005ADC"/>
    <w:rsid w:val="000065FB"/>
    <w:rsid w:val="000221F3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5A36"/>
    <w:rsid w:val="0008653F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23014"/>
    <w:rsid w:val="00130F1F"/>
    <w:rsid w:val="00132D77"/>
    <w:rsid w:val="00136FCE"/>
    <w:rsid w:val="0014382F"/>
    <w:rsid w:val="00144FBE"/>
    <w:rsid w:val="001469E5"/>
    <w:rsid w:val="001469E6"/>
    <w:rsid w:val="001613CB"/>
    <w:rsid w:val="001731A8"/>
    <w:rsid w:val="001739FD"/>
    <w:rsid w:val="00184B22"/>
    <w:rsid w:val="00185649"/>
    <w:rsid w:val="00194FF5"/>
    <w:rsid w:val="001A76B7"/>
    <w:rsid w:val="001B33A6"/>
    <w:rsid w:val="001B4BC0"/>
    <w:rsid w:val="001C29E3"/>
    <w:rsid w:val="001C5C99"/>
    <w:rsid w:val="001D388B"/>
    <w:rsid w:val="001D4F5B"/>
    <w:rsid w:val="001D5DBD"/>
    <w:rsid w:val="001E1C64"/>
    <w:rsid w:val="001F32A8"/>
    <w:rsid w:val="001F72EE"/>
    <w:rsid w:val="00206E78"/>
    <w:rsid w:val="00207B29"/>
    <w:rsid w:val="00214641"/>
    <w:rsid w:val="002206B8"/>
    <w:rsid w:val="00227239"/>
    <w:rsid w:val="00244602"/>
    <w:rsid w:val="00246204"/>
    <w:rsid w:val="00250911"/>
    <w:rsid w:val="00257447"/>
    <w:rsid w:val="00263246"/>
    <w:rsid w:val="00275ED1"/>
    <w:rsid w:val="0028190D"/>
    <w:rsid w:val="00281C4E"/>
    <w:rsid w:val="00287968"/>
    <w:rsid w:val="00292B00"/>
    <w:rsid w:val="002A1457"/>
    <w:rsid w:val="002A336B"/>
    <w:rsid w:val="002B2F62"/>
    <w:rsid w:val="002B458C"/>
    <w:rsid w:val="002B4C93"/>
    <w:rsid w:val="002B6E74"/>
    <w:rsid w:val="002B773D"/>
    <w:rsid w:val="002C3CD8"/>
    <w:rsid w:val="002C4461"/>
    <w:rsid w:val="002D1A38"/>
    <w:rsid w:val="002D497B"/>
    <w:rsid w:val="002E0283"/>
    <w:rsid w:val="002E3D97"/>
    <w:rsid w:val="002F35C3"/>
    <w:rsid w:val="00304C6D"/>
    <w:rsid w:val="00306E7C"/>
    <w:rsid w:val="00307619"/>
    <w:rsid w:val="00315F86"/>
    <w:rsid w:val="0033124F"/>
    <w:rsid w:val="00331A7B"/>
    <w:rsid w:val="00331B16"/>
    <w:rsid w:val="003375EF"/>
    <w:rsid w:val="00340847"/>
    <w:rsid w:val="00342C50"/>
    <w:rsid w:val="00352476"/>
    <w:rsid w:val="00356392"/>
    <w:rsid w:val="003677C0"/>
    <w:rsid w:val="00370A19"/>
    <w:rsid w:val="00371A37"/>
    <w:rsid w:val="00373AC7"/>
    <w:rsid w:val="00376238"/>
    <w:rsid w:val="00382792"/>
    <w:rsid w:val="00383C62"/>
    <w:rsid w:val="00392825"/>
    <w:rsid w:val="00393C67"/>
    <w:rsid w:val="0039679E"/>
    <w:rsid w:val="003A0096"/>
    <w:rsid w:val="003B08F0"/>
    <w:rsid w:val="003B10F7"/>
    <w:rsid w:val="003B2400"/>
    <w:rsid w:val="003B2B78"/>
    <w:rsid w:val="003C3F3D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1C98"/>
    <w:rsid w:val="00443C8E"/>
    <w:rsid w:val="00444D6B"/>
    <w:rsid w:val="0044718D"/>
    <w:rsid w:val="00447335"/>
    <w:rsid w:val="0045079A"/>
    <w:rsid w:val="00450E85"/>
    <w:rsid w:val="004602E3"/>
    <w:rsid w:val="004654F8"/>
    <w:rsid w:val="00465A1B"/>
    <w:rsid w:val="00466D3C"/>
    <w:rsid w:val="004728FB"/>
    <w:rsid w:val="00475A8D"/>
    <w:rsid w:val="004816CA"/>
    <w:rsid w:val="00481ACF"/>
    <w:rsid w:val="00481C8E"/>
    <w:rsid w:val="00486240"/>
    <w:rsid w:val="004A77D3"/>
    <w:rsid w:val="004B16C6"/>
    <w:rsid w:val="004C4225"/>
    <w:rsid w:val="004C6A73"/>
    <w:rsid w:val="004D4718"/>
    <w:rsid w:val="004D579F"/>
    <w:rsid w:val="004D79A9"/>
    <w:rsid w:val="004E0DA0"/>
    <w:rsid w:val="004E24D6"/>
    <w:rsid w:val="004E48FC"/>
    <w:rsid w:val="004E6B16"/>
    <w:rsid w:val="004F0337"/>
    <w:rsid w:val="004F6CDE"/>
    <w:rsid w:val="005027AE"/>
    <w:rsid w:val="005056FF"/>
    <w:rsid w:val="00513B3F"/>
    <w:rsid w:val="00517BD8"/>
    <w:rsid w:val="0052253F"/>
    <w:rsid w:val="0052566A"/>
    <w:rsid w:val="00531DC4"/>
    <w:rsid w:val="005326BC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06C89"/>
    <w:rsid w:val="00610419"/>
    <w:rsid w:val="00613DB2"/>
    <w:rsid w:val="00613E04"/>
    <w:rsid w:val="0062163A"/>
    <w:rsid w:val="00646831"/>
    <w:rsid w:val="00655DED"/>
    <w:rsid w:val="00666D1C"/>
    <w:rsid w:val="00671043"/>
    <w:rsid w:val="00672E21"/>
    <w:rsid w:val="006764A5"/>
    <w:rsid w:val="006845BA"/>
    <w:rsid w:val="006A23A8"/>
    <w:rsid w:val="006A3D67"/>
    <w:rsid w:val="006A7A94"/>
    <w:rsid w:val="006B22DD"/>
    <w:rsid w:val="006B397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1F3F"/>
    <w:rsid w:val="00703C55"/>
    <w:rsid w:val="00721781"/>
    <w:rsid w:val="0072343D"/>
    <w:rsid w:val="007314A9"/>
    <w:rsid w:val="00742F5F"/>
    <w:rsid w:val="00746858"/>
    <w:rsid w:val="00755C71"/>
    <w:rsid w:val="00757E53"/>
    <w:rsid w:val="00765C32"/>
    <w:rsid w:val="007745E4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04CD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795A"/>
    <w:rsid w:val="008305B4"/>
    <w:rsid w:val="00833897"/>
    <w:rsid w:val="00833A54"/>
    <w:rsid w:val="00834865"/>
    <w:rsid w:val="008413CA"/>
    <w:rsid w:val="00843B93"/>
    <w:rsid w:val="008525B3"/>
    <w:rsid w:val="00861861"/>
    <w:rsid w:val="00861DD6"/>
    <w:rsid w:val="00866072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21607"/>
    <w:rsid w:val="00930430"/>
    <w:rsid w:val="00931DA5"/>
    <w:rsid w:val="009353AA"/>
    <w:rsid w:val="00943289"/>
    <w:rsid w:val="00943B34"/>
    <w:rsid w:val="00944C48"/>
    <w:rsid w:val="00947D02"/>
    <w:rsid w:val="00950BFA"/>
    <w:rsid w:val="009548D4"/>
    <w:rsid w:val="00954D2A"/>
    <w:rsid w:val="00960B44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C2E0A"/>
    <w:rsid w:val="009D45D9"/>
    <w:rsid w:val="009E0F2A"/>
    <w:rsid w:val="009E58F4"/>
    <w:rsid w:val="009E7404"/>
    <w:rsid w:val="009F2E6C"/>
    <w:rsid w:val="00A00052"/>
    <w:rsid w:val="00A0291E"/>
    <w:rsid w:val="00A04AB8"/>
    <w:rsid w:val="00A115AD"/>
    <w:rsid w:val="00A11959"/>
    <w:rsid w:val="00A12F67"/>
    <w:rsid w:val="00A13355"/>
    <w:rsid w:val="00A13362"/>
    <w:rsid w:val="00A21DB1"/>
    <w:rsid w:val="00A30A58"/>
    <w:rsid w:val="00A329F1"/>
    <w:rsid w:val="00A411FC"/>
    <w:rsid w:val="00A47D9C"/>
    <w:rsid w:val="00A50CA0"/>
    <w:rsid w:val="00A55B86"/>
    <w:rsid w:val="00A57839"/>
    <w:rsid w:val="00A60204"/>
    <w:rsid w:val="00A76667"/>
    <w:rsid w:val="00A83291"/>
    <w:rsid w:val="00A846C9"/>
    <w:rsid w:val="00A91B85"/>
    <w:rsid w:val="00AA2C45"/>
    <w:rsid w:val="00AA4B22"/>
    <w:rsid w:val="00AB330D"/>
    <w:rsid w:val="00AB73D9"/>
    <w:rsid w:val="00AD07CD"/>
    <w:rsid w:val="00AD5228"/>
    <w:rsid w:val="00AE22E8"/>
    <w:rsid w:val="00AE4EDB"/>
    <w:rsid w:val="00AF09FC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66F64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D73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7049A"/>
    <w:rsid w:val="00C90681"/>
    <w:rsid w:val="00C95934"/>
    <w:rsid w:val="00C97C00"/>
    <w:rsid w:val="00CA5BDE"/>
    <w:rsid w:val="00CB1300"/>
    <w:rsid w:val="00CB376A"/>
    <w:rsid w:val="00CB4898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246C"/>
    <w:rsid w:val="00CE5CDC"/>
    <w:rsid w:val="00CE68E3"/>
    <w:rsid w:val="00CF5085"/>
    <w:rsid w:val="00CF6E2C"/>
    <w:rsid w:val="00D02EE4"/>
    <w:rsid w:val="00D04388"/>
    <w:rsid w:val="00D076D3"/>
    <w:rsid w:val="00D11D6E"/>
    <w:rsid w:val="00D1511D"/>
    <w:rsid w:val="00D30BCE"/>
    <w:rsid w:val="00D33894"/>
    <w:rsid w:val="00D51D4D"/>
    <w:rsid w:val="00D54100"/>
    <w:rsid w:val="00D5487F"/>
    <w:rsid w:val="00D57EFD"/>
    <w:rsid w:val="00D604CC"/>
    <w:rsid w:val="00D604F9"/>
    <w:rsid w:val="00D64785"/>
    <w:rsid w:val="00D72F46"/>
    <w:rsid w:val="00D763B8"/>
    <w:rsid w:val="00D76984"/>
    <w:rsid w:val="00D872BD"/>
    <w:rsid w:val="00D94911"/>
    <w:rsid w:val="00D96392"/>
    <w:rsid w:val="00DA3DD5"/>
    <w:rsid w:val="00DB23E9"/>
    <w:rsid w:val="00DC403C"/>
    <w:rsid w:val="00DC559E"/>
    <w:rsid w:val="00DD6D61"/>
    <w:rsid w:val="00DE1659"/>
    <w:rsid w:val="00DE7BF8"/>
    <w:rsid w:val="00DF49B8"/>
    <w:rsid w:val="00DF5745"/>
    <w:rsid w:val="00DF6304"/>
    <w:rsid w:val="00E017D3"/>
    <w:rsid w:val="00E032BD"/>
    <w:rsid w:val="00E03E90"/>
    <w:rsid w:val="00E04C94"/>
    <w:rsid w:val="00E05211"/>
    <w:rsid w:val="00E24108"/>
    <w:rsid w:val="00E33BAF"/>
    <w:rsid w:val="00E36D0B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866D3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4E36"/>
    <w:rsid w:val="00F229B3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55F"/>
    <w:rsid w:val="00F84FDA"/>
    <w:rsid w:val="00F87E79"/>
    <w:rsid w:val="00F90544"/>
    <w:rsid w:val="00F922D6"/>
    <w:rsid w:val="00FA7118"/>
    <w:rsid w:val="00FA7C45"/>
    <w:rsid w:val="00FB5F2B"/>
    <w:rsid w:val="00FB629C"/>
    <w:rsid w:val="00FB7CA6"/>
    <w:rsid w:val="00FC2309"/>
    <w:rsid w:val="00FD2458"/>
    <w:rsid w:val="00FD29E2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E2E32"/>
  <w15:docId w15:val="{70FC8D6E-E4DE-4284-B030-F77FB4D7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qFormat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CharCharCharChar">
    <w:name w:val="Char4 Char Char Char Char Char Char Char Char Char Char Char Char Char Char Char Char Char Char Char Char Char Char Char Char Char Char"/>
    <w:basedOn w:val="Normln"/>
    <w:rsid w:val="00ED5359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C7C85"/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arial">
    <w:name w:val="arial"/>
    <w:basedOn w:val="Normln"/>
    <w:rsid w:val="00F57E2E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CE68E3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Textparagrafu">
    <w:name w:val="Text paragrafu"/>
    <w:basedOn w:val="Normln"/>
    <w:rsid w:val="005326BC"/>
    <w:pPr>
      <w:spacing w:before="240" w:after="160" w:line="340" w:lineRule="exact"/>
      <w:ind w:firstLine="425"/>
      <w:outlineLvl w:val="5"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esovah\AppData\Local\Microsoft\Windows\Temporary%20Internet%20Files\Content.MSO\30D82504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30D82504.dotm</Template>
  <TotalTime>0</TotalTime>
  <Pages>1</Pages>
  <Words>87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subject/>
  <dc:creator>Budinský Jan</dc:creator>
  <cp:keywords/>
  <cp:lastModifiedBy>Hrušková Irena</cp:lastModifiedBy>
  <cp:revision>2</cp:revision>
  <cp:lastPrinted>2016-09-16T08:40:00Z</cp:lastPrinted>
  <dcterms:created xsi:type="dcterms:W3CDTF">2022-09-30T06:07:00Z</dcterms:created>
  <dcterms:modified xsi:type="dcterms:W3CDTF">2022-09-30T06:07:00Z</dcterms:modified>
</cp:coreProperties>
</file>