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4CEB7A61CA68454EA38A9928DBEBC684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1F6E4367" w14:textId="77777777" w:rsidR="00725110" w:rsidRDefault="008B1BCA" w:rsidP="00725110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641C9457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773CA36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70215613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9F01CA6" w14:textId="77777777" w:rsidR="00B44EAD" w:rsidRPr="00B44EAD" w:rsidRDefault="00B44EAD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1B87EEFD" w14:textId="77777777"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127AF573" wp14:editId="1226F6A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48E81BDA" w14:textId="601F62C8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>MPO</w:t>
      </w:r>
      <w:r w:rsidR="007B64D6">
        <w:rPr>
          <w:rFonts w:cs="Arial"/>
          <w:noProof w:val="0"/>
          <w:szCs w:val="22"/>
        </w:rPr>
        <w:t xml:space="preserve"> </w:t>
      </w:r>
      <w:r w:rsidR="008C2423">
        <w:rPr>
          <w:rFonts w:cs="Arial"/>
          <w:noProof w:val="0"/>
          <w:szCs w:val="22"/>
        </w:rPr>
        <w:t>2</w:t>
      </w:r>
      <w:r w:rsidR="006F0783">
        <w:rPr>
          <w:rFonts w:cs="Arial"/>
          <w:noProof w:val="0"/>
          <w:szCs w:val="22"/>
        </w:rPr>
        <w:t>8428</w:t>
      </w:r>
      <w:r w:rsidR="00EE7188">
        <w:rPr>
          <w:rFonts w:cs="Arial"/>
          <w:noProof w:val="0"/>
          <w:szCs w:val="22"/>
        </w:rPr>
        <w:t>/</w:t>
      </w:r>
      <w:r w:rsidR="00D87CC9">
        <w:rPr>
          <w:rFonts w:cs="Arial"/>
          <w:bCs/>
          <w:szCs w:val="22"/>
        </w:rPr>
        <w:t>2</w:t>
      </w:r>
      <w:r w:rsidR="00775623">
        <w:rPr>
          <w:rFonts w:cs="Arial"/>
          <w:bCs/>
          <w:szCs w:val="22"/>
        </w:rPr>
        <w:t>5</w:t>
      </w:r>
      <w:r w:rsidR="005B78F1">
        <w:rPr>
          <w:rFonts w:cs="Arial"/>
          <w:bCs/>
          <w:szCs w:val="22"/>
        </w:rPr>
        <w:t>/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E81D02">
        <w:rPr>
          <w:rFonts w:cs="Arial"/>
          <w:bCs/>
          <w:szCs w:val="22"/>
        </w:rPr>
        <w:t>71600</w:t>
      </w:r>
      <w:r w:rsidR="005B78F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/01000</w:t>
      </w:r>
    </w:p>
    <w:p w14:paraId="0B816007" w14:textId="11B33B7E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95338D">
        <w:rPr>
          <w:rFonts w:cs="Arial"/>
          <w:bCs/>
          <w:szCs w:val="22"/>
        </w:rPr>
        <w:t xml:space="preserve">       </w:t>
      </w:r>
    </w:p>
    <w:p w14:paraId="7D4D9A3F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25235B73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0FE303F5" w14:textId="0FF18223" w:rsidR="00CE0607" w:rsidRPr="00CC4939" w:rsidRDefault="006F0783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sdt>
        <w:sdtPr>
          <w:id w:val="1440879588"/>
          <w:placeholder>
            <w:docPart w:val="7F7D97CA3C6949268B59DD55B2E78F8F"/>
          </w:placeholder>
        </w:sdtPr>
        <w:sdtEndPr>
          <w:rPr>
            <w:szCs w:val="22"/>
          </w:rPr>
        </w:sdtEndPr>
        <w:sdtContent>
          <w:sdt>
            <w:sdtPr>
              <w:rPr>
                <w:szCs w:val="22"/>
              </w:rPr>
              <w:id w:val="-1661452598"/>
              <w:placeholder>
                <w:docPart w:val="72BDDD4F2DE0476493E3FC161495EA2D"/>
              </w:placeholder>
            </w:sdtPr>
            <w:sdtEndPr/>
            <w:sdtContent>
              <w:r w:rsidR="00C25EFE" w:rsidRPr="00C25EFE">
                <w:rPr>
                  <w:rFonts w:cstheme="minorHAnsi"/>
                  <w:b/>
                  <w:sz w:val="24"/>
                </w:rPr>
                <w:t>Návrh zákona o opatřeních ke snížení nákladů na zavádění sítí s velmi vysokou kapacitou a o změně některých souvisejících zákonů</w:t>
              </w:r>
            </w:sdtContent>
          </w:sdt>
        </w:sdtContent>
      </w:sdt>
    </w:p>
    <w:p w14:paraId="131B9843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24ACF60B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12"/>
          <w:footerReference w:type="default" r:id="rId13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1A67C436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19DF18A5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EC1414B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21B8CCE7" w14:textId="77777777" w:rsidTr="006E4850">
        <w:trPr>
          <w:trHeight w:val="4041"/>
        </w:trPr>
        <w:tc>
          <w:tcPr>
            <w:tcW w:w="4176" w:type="dxa"/>
          </w:tcPr>
          <w:p w14:paraId="76F29B6E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FB22400" w14:textId="4C5064EF" w:rsidR="00D505AA" w:rsidRPr="00D505AA" w:rsidRDefault="00D505AA" w:rsidP="00D505AA">
            <w:pPr>
              <w:pStyle w:val="Mezerapred10"/>
              <w:spacing w:before="120" w:line="274" w:lineRule="exact"/>
              <w:jc w:val="both"/>
              <w:rPr>
                <w:rFonts w:ascii="Arial" w:hAnsi="Arial" w:cs="Arial"/>
                <w:b w:val="0"/>
                <w:szCs w:val="22"/>
              </w:rPr>
            </w:pPr>
            <w:r w:rsidRPr="00D505AA">
              <w:rPr>
                <w:rFonts w:ascii="Arial" w:hAnsi="Arial" w:cs="Arial"/>
                <w:b w:val="0"/>
                <w:szCs w:val="22"/>
              </w:rPr>
              <w:t xml:space="preserve">Adaptace </w:t>
            </w:r>
            <w:r w:rsidR="00ED0B58">
              <w:rPr>
                <w:rFonts w:ascii="Arial" w:hAnsi="Arial" w:cs="Arial"/>
                <w:b w:val="0"/>
                <w:szCs w:val="22"/>
              </w:rPr>
              <w:t>n</w:t>
            </w:r>
            <w:r w:rsidRPr="00D505AA">
              <w:rPr>
                <w:rFonts w:ascii="Arial" w:hAnsi="Arial" w:cs="Arial"/>
                <w:b w:val="0"/>
                <w:szCs w:val="22"/>
              </w:rPr>
              <w:t>ařízení Evropského parlamentu a Rady (EU) 2024/1309 ze dne 29. dubna 2024 o opatřeních ke snížení nákladů na budování gigabitových sítí elektronických komunikací, o změně nařízení (EU) 2015/2120 a o zrušení směrnice 2014/61 EU (nařízení o gigabitové infrastruktuře).</w:t>
            </w:r>
          </w:p>
          <w:p w14:paraId="5441CC36" w14:textId="27E88E91" w:rsidR="000A53F7" w:rsidRPr="00A96F06" w:rsidRDefault="000A53F7" w:rsidP="00BC389C">
            <w:pPr>
              <w:tabs>
                <w:tab w:val="left" w:pos="5940"/>
              </w:tabs>
              <w:rPr>
                <w:rFonts w:cs="Arial"/>
                <w:noProof w:val="0"/>
                <w:szCs w:val="22"/>
              </w:rPr>
            </w:pPr>
          </w:p>
        </w:tc>
        <w:tc>
          <w:tcPr>
            <w:tcW w:w="5997" w:type="dxa"/>
          </w:tcPr>
          <w:p w14:paraId="7B441A31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7EADBD30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C430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CC430B">
              <w:rPr>
                <w:rFonts w:cs="Arial"/>
                <w:bCs/>
                <w:szCs w:val="22"/>
              </w:rPr>
              <w:instrText xml:space="preserve"> FORMTEXT </w:instrText>
            </w:r>
            <w:r w:rsidR="00CC430B">
              <w:rPr>
                <w:rFonts w:cs="Arial"/>
                <w:bCs/>
                <w:szCs w:val="22"/>
              </w:rPr>
            </w:r>
            <w:r w:rsidR="00CC430B">
              <w:rPr>
                <w:rFonts w:cs="Arial"/>
                <w:bCs/>
                <w:szCs w:val="22"/>
              </w:rPr>
              <w:fldChar w:fldCharType="separate"/>
            </w:r>
            <w:r w:rsidR="00E81D02" w:rsidRPr="00E81D02">
              <w:rPr>
                <w:rFonts w:cs="Arial"/>
                <w:bCs/>
                <w:szCs w:val="22"/>
              </w:rPr>
              <w:t>Návrh usnesení</w:t>
            </w:r>
            <w:r w:rsidR="00CC430B">
              <w:rPr>
                <w:rFonts w:cs="Arial"/>
                <w:bCs/>
                <w:szCs w:val="22"/>
              </w:rPr>
              <w:fldChar w:fldCharType="end"/>
            </w:r>
          </w:p>
          <w:p w14:paraId="6A3FD026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C430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yhlášky / Návrh novely vyhlášky včetně odůvodnění"/>
                  </w:textInput>
                </w:ffData>
              </w:fldChar>
            </w:r>
            <w:r w:rsidR="00CC430B">
              <w:rPr>
                <w:rFonts w:cs="Arial"/>
                <w:bCs/>
                <w:szCs w:val="22"/>
              </w:rPr>
              <w:instrText xml:space="preserve"> FORMTEXT </w:instrText>
            </w:r>
            <w:r w:rsidR="00CC430B">
              <w:rPr>
                <w:rFonts w:cs="Arial"/>
                <w:bCs/>
                <w:szCs w:val="22"/>
              </w:rPr>
            </w:r>
            <w:r w:rsidR="00CC430B">
              <w:rPr>
                <w:rFonts w:cs="Arial"/>
                <w:bCs/>
                <w:szCs w:val="22"/>
              </w:rPr>
              <w:fldChar w:fldCharType="separate"/>
            </w:r>
            <w:r w:rsidR="00E81D02" w:rsidRPr="00E81D02">
              <w:rPr>
                <w:rFonts w:cs="Arial"/>
                <w:bCs/>
                <w:szCs w:val="22"/>
              </w:rPr>
              <w:t>Předkládací zpráva</w:t>
            </w:r>
            <w:r w:rsidR="00E81D02">
              <w:rPr>
                <w:rFonts w:cs="Arial"/>
                <w:bCs/>
                <w:szCs w:val="22"/>
              </w:rPr>
              <w:t> </w:t>
            </w:r>
            <w:r w:rsidR="00E81D02">
              <w:rPr>
                <w:rFonts w:cs="Arial"/>
                <w:bCs/>
                <w:szCs w:val="22"/>
              </w:rPr>
              <w:t> </w:t>
            </w:r>
            <w:r w:rsidR="00E81D02">
              <w:rPr>
                <w:rFonts w:cs="Arial"/>
                <w:bCs/>
                <w:szCs w:val="22"/>
              </w:rPr>
              <w:t> </w:t>
            </w:r>
            <w:r w:rsidR="00E81D02">
              <w:rPr>
                <w:rFonts w:cs="Arial"/>
                <w:bCs/>
                <w:szCs w:val="22"/>
              </w:rPr>
              <w:t> </w:t>
            </w:r>
            <w:r w:rsidR="00E81D02">
              <w:rPr>
                <w:rFonts w:cs="Arial"/>
                <w:bCs/>
                <w:szCs w:val="22"/>
              </w:rPr>
              <w:t> </w:t>
            </w:r>
            <w:r w:rsidR="00CC430B">
              <w:rPr>
                <w:rFonts w:cs="Arial"/>
                <w:bCs/>
                <w:szCs w:val="22"/>
              </w:rPr>
              <w:fldChar w:fldCharType="end"/>
            </w:r>
          </w:p>
          <w:p w14:paraId="2D21296F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C430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tné znění vyhlášky včetně navrhovaných změn (u novely vyhlášky)"/>
                  </w:textInput>
                </w:ffData>
              </w:fldChar>
            </w:r>
            <w:r w:rsidR="00CC430B">
              <w:rPr>
                <w:rFonts w:cs="Arial"/>
                <w:bCs/>
                <w:szCs w:val="22"/>
              </w:rPr>
              <w:instrText xml:space="preserve"> FORMTEXT </w:instrText>
            </w:r>
            <w:r w:rsidR="00CC430B">
              <w:rPr>
                <w:rFonts w:cs="Arial"/>
                <w:bCs/>
                <w:szCs w:val="22"/>
              </w:rPr>
            </w:r>
            <w:r w:rsidR="00CC430B">
              <w:rPr>
                <w:rFonts w:cs="Arial"/>
                <w:bCs/>
                <w:szCs w:val="22"/>
              </w:rPr>
              <w:fldChar w:fldCharType="separate"/>
            </w:r>
            <w:r w:rsidR="00E81D02" w:rsidRPr="00E81D02">
              <w:rPr>
                <w:rFonts w:cs="Arial"/>
                <w:bCs/>
                <w:szCs w:val="22"/>
              </w:rPr>
              <w:t>Návrh zákona</w:t>
            </w:r>
            <w:r w:rsidR="00CC430B">
              <w:rPr>
                <w:rFonts w:cs="Arial"/>
                <w:bCs/>
                <w:szCs w:val="22"/>
              </w:rPr>
              <w:fldChar w:fldCharType="end"/>
            </w:r>
          </w:p>
          <w:p w14:paraId="6C3F42D1" w14:textId="54D001A1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932AD">
              <w:rPr>
                <w:rFonts w:cs="Arial"/>
                <w:bCs/>
                <w:szCs w:val="22"/>
              </w:rPr>
              <w:t>Důvodová zpráva</w:t>
            </w:r>
          </w:p>
          <w:p w14:paraId="51F32E4E" w14:textId="41160B2D" w:rsidR="00370E5B" w:rsidRDefault="00C5118B" w:rsidP="00F7117A">
            <w:pPr>
              <w:tabs>
                <w:tab w:val="left" w:pos="1545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 w:val="0"/>
                  <w:calcOnExit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F7117A">
              <w:rPr>
                <w:rFonts w:cs="Arial"/>
                <w:b/>
                <w:szCs w:val="22"/>
              </w:rPr>
              <w:tab/>
            </w:r>
            <w:r w:rsidR="00F7117A" w:rsidRPr="00F7117A">
              <w:rPr>
                <w:rFonts w:cs="Arial"/>
                <w:bCs/>
                <w:szCs w:val="22"/>
              </w:rPr>
              <w:t>Platné znění</w:t>
            </w:r>
          </w:p>
          <w:p w14:paraId="1C3C3970" w14:textId="613DE3E7" w:rsidR="00C72758" w:rsidRPr="00CE3A52" w:rsidRDefault="00C5118B" w:rsidP="00F7117A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I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F7117A">
              <w:rPr>
                <w:rFonts w:cs="Arial"/>
                <w:bCs/>
                <w:szCs w:val="22"/>
              </w:rPr>
              <w:t>Rozdílová tabulka</w:t>
            </w:r>
          </w:p>
          <w:p w14:paraId="4D7437FB" w14:textId="6B0A30E5" w:rsidR="00882F5E" w:rsidRDefault="00F7117A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II."/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t>Srovnávací tabulka</w:t>
            </w:r>
          </w:p>
          <w:p w14:paraId="7E947E28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6F0783">
              <w:rPr>
                <w:rFonts w:cs="Arial"/>
                <w:b/>
                <w:szCs w:val="22"/>
              </w:rPr>
            </w:r>
            <w:r w:rsidR="006F07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499983DF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164E691" w14:textId="5E1CC0DC" w:rsidR="00C72758" w:rsidRDefault="00F24BDC" w:rsidP="00E81D02">
      <w:pPr>
        <w:spacing w:line="240" w:lineRule="auto"/>
        <w:outlineLvl w:val="0"/>
        <w:rPr>
          <w:rFonts w:cs="Arial"/>
          <w:bCs/>
          <w:szCs w:val="22"/>
        </w:rPr>
      </w:pPr>
      <w:r w:rsidRPr="00CC08ED">
        <w:rPr>
          <w:rFonts w:cs="Arial"/>
          <w:bCs/>
          <w:szCs w:val="22"/>
        </w:rPr>
        <w:t xml:space="preserve">Ing. </w:t>
      </w:r>
      <w:r w:rsidR="00CC08ED" w:rsidRPr="00CC08ED">
        <w:rPr>
          <w:rFonts w:cs="Arial"/>
          <w:bCs/>
          <w:szCs w:val="22"/>
        </w:rPr>
        <w:t>Lukáš Vlček, DIS.</w:t>
      </w:r>
    </w:p>
    <w:p w14:paraId="36EE1960" w14:textId="77777777" w:rsidR="00F24BDC" w:rsidRPr="00CC4939" w:rsidRDefault="00F24BDC" w:rsidP="00E81D02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 průmyslu a obchodu</w:t>
      </w:r>
    </w:p>
    <w:p w14:paraId="67504367" w14:textId="77777777" w:rsidR="00C72758" w:rsidRDefault="006E4850" w:rsidP="00B44EAD">
      <w:pPr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 w:rsidR="006F0783">
        <w:rPr>
          <w:rFonts w:cs="Arial"/>
          <w:b/>
          <w:szCs w:val="22"/>
        </w:rPr>
      </w:r>
      <w:r w:rsidR="006F0783"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14:paraId="0D36A3DB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0438CF72" w14:textId="77777777"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4"/>
      <w:footerReference w:type="default" r:id="rId15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07E0" w14:textId="77777777" w:rsidR="00370A38" w:rsidRDefault="00370A38">
      <w:r>
        <w:separator/>
      </w:r>
    </w:p>
  </w:endnote>
  <w:endnote w:type="continuationSeparator" w:id="0">
    <w:p w14:paraId="61885B37" w14:textId="77777777" w:rsidR="00370A38" w:rsidRDefault="0037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9DF99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102EA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0144A" w14:textId="77777777" w:rsidR="00370A38" w:rsidRDefault="00370A38">
      <w:r>
        <w:separator/>
      </w:r>
    </w:p>
  </w:footnote>
  <w:footnote w:type="continuationSeparator" w:id="0">
    <w:p w14:paraId="468C5641" w14:textId="77777777" w:rsidR="00370A38" w:rsidRDefault="00370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4DEE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EDE1" w14:textId="77777777"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6936E615" wp14:editId="7A25A032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D02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66681"/>
    <w:rsid w:val="00070BD4"/>
    <w:rsid w:val="00072641"/>
    <w:rsid w:val="00073BF7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40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0B1"/>
    <w:rsid w:val="0025741B"/>
    <w:rsid w:val="002605D0"/>
    <w:rsid w:val="00261815"/>
    <w:rsid w:val="00262402"/>
    <w:rsid w:val="00265A49"/>
    <w:rsid w:val="002830F9"/>
    <w:rsid w:val="00284E38"/>
    <w:rsid w:val="002912F0"/>
    <w:rsid w:val="002916C3"/>
    <w:rsid w:val="00292BC1"/>
    <w:rsid w:val="002A264A"/>
    <w:rsid w:val="002A35BF"/>
    <w:rsid w:val="002A5521"/>
    <w:rsid w:val="002B2817"/>
    <w:rsid w:val="002B48D2"/>
    <w:rsid w:val="002B5C10"/>
    <w:rsid w:val="002C1FA9"/>
    <w:rsid w:val="002C20EC"/>
    <w:rsid w:val="002C30F4"/>
    <w:rsid w:val="002D26AD"/>
    <w:rsid w:val="002D6CA7"/>
    <w:rsid w:val="002E20A7"/>
    <w:rsid w:val="002E2349"/>
    <w:rsid w:val="002E2DE3"/>
    <w:rsid w:val="002E347E"/>
    <w:rsid w:val="002E54CD"/>
    <w:rsid w:val="002E70A4"/>
    <w:rsid w:val="002F6733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2000"/>
    <w:rsid w:val="00353DD1"/>
    <w:rsid w:val="00354F14"/>
    <w:rsid w:val="00360041"/>
    <w:rsid w:val="00360913"/>
    <w:rsid w:val="0036118D"/>
    <w:rsid w:val="00364375"/>
    <w:rsid w:val="0036454C"/>
    <w:rsid w:val="00365A1C"/>
    <w:rsid w:val="00370A38"/>
    <w:rsid w:val="00370E5B"/>
    <w:rsid w:val="00371399"/>
    <w:rsid w:val="00376959"/>
    <w:rsid w:val="00381C54"/>
    <w:rsid w:val="0038369E"/>
    <w:rsid w:val="0038527D"/>
    <w:rsid w:val="003855F0"/>
    <w:rsid w:val="003863D0"/>
    <w:rsid w:val="003932AD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3C15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64E64"/>
    <w:rsid w:val="004749E7"/>
    <w:rsid w:val="00481F48"/>
    <w:rsid w:val="00484E03"/>
    <w:rsid w:val="00491498"/>
    <w:rsid w:val="004945DD"/>
    <w:rsid w:val="00494986"/>
    <w:rsid w:val="00494CE5"/>
    <w:rsid w:val="004A297A"/>
    <w:rsid w:val="004A645E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25F8"/>
    <w:rsid w:val="00516791"/>
    <w:rsid w:val="0052050B"/>
    <w:rsid w:val="005207A1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0783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DE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5623"/>
    <w:rsid w:val="00777570"/>
    <w:rsid w:val="00781212"/>
    <w:rsid w:val="00785946"/>
    <w:rsid w:val="00791A93"/>
    <w:rsid w:val="0079643D"/>
    <w:rsid w:val="007A3903"/>
    <w:rsid w:val="007A4006"/>
    <w:rsid w:val="007A7598"/>
    <w:rsid w:val="007B5716"/>
    <w:rsid w:val="007B5908"/>
    <w:rsid w:val="007B64D6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423"/>
    <w:rsid w:val="008C2E92"/>
    <w:rsid w:val="008C3751"/>
    <w:rsid w:val="008C61C5"/>
    <w:rsid w:val="008D130A"/>
    <w:rsid w:val="008D2204"/>
    <w:rsid w:val="008D5A45"/>
    <w:rsid w:val="008E1A59"/>
    <w:rsid w:val="008E735D"/>
    <w:rsid w:val="008F01FA"/>
    <w:rsid w:val="008F0C19"/>
    <w:rsid w:val="008F102D"/>
    <w:rsid w:val="00902BB1"/>
    <w:rsid w:val="00903EF0"/>
    <w:rsid w:val="00905DE5"/>
    <w:rsid w:val="009139AB"/>
    <w:rsid w:val="00916175"/>
    <w:rsid w:val="0092331C"/>
    <w:rsid w:val="00923664"/>
    <w:rsid w:val="00926CC8"/>
    <w:rsid w:val="00927C8B"/>
    <w:rsid w:val="0093322F"/>
    <w:rsid w:val="00933980"/>
    <w:rsid w:val="00946B83"/>
    <w:rsid w:val="00946BC4"/>
    <w:rsid w:val="009532AD"/>
    <w:rsid w:val="0095338D"/>
    <w:rsid w:val="00953F1B"/>
    <w:rsid w:val="00962DE7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3AD3"/>
    <w:rsid w:val="009A59AE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56DF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96F06"/>
    <w:rsid w:val="00AA26B3"/>
    <w:rsid w:val="00AA43A0"/>
    <w:rsid w:val="00AA4D4F"/>
    <w:rsid w:val="00AA717C"/>
    <w:rsid w:val="00AA7FB6"/>
    <w:rsid w:val="00AB54D6"/>
    <w:rsid w:val="00AB671C"/>
    <w:rsid w:val="00AC08C3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89C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5EFE"/>
    <w:rsid w:val="00C26C12"/>
    <w:rsid w:val="00C31EFA"/>
    <w:rsid w:val="00C35ACE"/>
    <w:rsid w:val="00C41AA1"/>
    <w:rsid w:val="00C5118B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08ED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2E2C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05AA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87CC9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47D6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1D02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0B58"/>
    <w:rsid w:val="00ED167E"/>
    <w:rsid w:val="00ED7EA1"/>
    <w:rsid w:val="00EE7026"/>
    <w:rsid w:val="00EE7188"/>
    <w:rsid w:val="00EF07FF"/>
    <w:rsid w:val="00F05163"/>
    <w:rsid w:val="00F15874"/>
    <w:rsid w:val="00F16191"/>
    <w:rsid w:val="00F24ACA"/>
    <w:rsid w:val="00F24BDC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117A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C0DA0C3"/>
  <w14:defaultImageDpi w14:val="0"/>
  <w15:chartTrackingRefBased/>
  <w15:docId w15:val="{4C1147F9-2B8B-4252-800E-2FA6810D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  <w:style w:type="paragraph" w:customStyle="1" w:styleId="Mezerapred10">
    <w:name w:val="Mezera_pred_10"/>
    <w:basedOn w:val="Normln"/>
    <w:qFormat/>
    <w:rsid w:val="00D505AA"/>
    <w:pPr>
      <w:spacing w:before="397" w:after="160" w:line="340" w:lineRule="exact"/>
      <w:jc w:val="left"/>
    </w:pPr>
    <w:rPr>
      <w:rFonts w:asciiTheme="minorHAnsi" w:hAnsiTheme="minorHAnsi"/>
      <w:b/>
      <w:noProof w:val="0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EB7A61CA68454EA38A9928DBEBC6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486B7-72B6-4BA0-839A-5ADBE92768A4}"/>
      </w:docPartPr>
      <w:docPartBody>
        <w:p w:rsidR="0021123F" w:rsidRDefault="0021123F">
          <w:pPr>
            <w:pStyle w:val="4CEB7A61CA68454EA38A9928DBEBC684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7F7D97CA3C6949268B59DD55B2E78F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2030DF-F814-4D9E-9C08-988A7E1DCF81}"/>
      </w:docPartPr>
      <w:docPartBody>
        <w:p w:rsidR="00892C19" w:rsidRDefault="00295530" w:rsidP="00295530">
          <w:pPr>
            <w:pStyle w:val="7F7D97CA3C6949268B59DD55B2E78F8F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72BDDD4F2DE0476493E3FC161495EA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02F02-8B28-46A5-A8CE-3541A721C64A}"/>
      </w:docPartPr>
      <w:docPartBody>
        <w:p w:rsidR="00672A51" w:rsidRDefault="00CF6418" w:rsidP="00CF6418">
          <w:pPr>
            <w:pStyle w:val="72BDDD4F2DE0476493E3FC161495EA2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23F"/>
    <w:rsid w:val="0021123F"/>
    <w:rsid w:val="00295530"/>
    <w:rsid w:val="005F4CAB"/>
    <w:rsid w:val="00672A51"/>
    <w:rsid w:val="00892C19"/>
    <w:rsid w:val="00C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6418"/>
  </w:style>
  <w:style w:type="paragraph" w:customStyle="1" w:styleId="4CEB7A61CA68454EA38A9928DBEBC684">
    <w:name w:val="4CEB7A61CA68454EA38A9928DBEBC684"/>
  </w:style>
  <w:style w:type="paragraph" w:customStyle="1" w:styleId="7F7D97CA3C6949268B59DD55B2E78F8F">
    <w:name w:val="7F7D97CA3C6949268B59DD55B2E78F8F"/>
    <w:rsid w:val="00295530"/>
  </w:style>
  <w:style w:type="paragraph" w:customStyle="1" w:styleId="72BDDD4F2DE0476493E3FC161495EA2D">
    <w:name w:val="72BDDD4F2DE0476493E3FC161495EA2D"/>
    <w:rsid w:val="00CF6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2185182A991C4F87CB3DAA422B5D2B" ma:contentTypeVersion="2" ma:contentTypeDescription="Vytvoří nový dokument" ma:contentTypeScope="" ma:versionID="e8f20fd4383a3bb21b3780ba5502be9c">
  <xsd:schema xmlns:xsd="http://www.w3.org/2001/XMLSchema" xmlns:xs="http://www.w3.org/2001/XMLSchema" xmlns:p="http://schemas.microsoft.com/office/2006/metadata/properties" xmlns:ns2="0ae1c928-2eec-424e-8bc4-8595465eb77a" targetNamespace="http://schemas.microsoft.com/office/2006/metadata/properties" ma:root="true" ma:fieldsID="731b12a425a378f27e53d8011b0b2472" ns2:_="">
    <xsd:import namespace="0ae1c928-2eec-424e-8bc4-8595465eb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1c928-2eec-424e-8bc4-8595465eb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E0EA1-4D0F-42FD-8D4F-867997C5B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1c928-2eec-424e-8bc4-8595465eb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7963B-B613-499B-8852-E9CDCE88F6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3F117-9525-4CA0-9711-6763D0DAAB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B188ED-5B77-4D7A-AF34-604746D1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17</TotalTime>
  <Pages>1</Pages>
  <Words>117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Frič Jan</dc:creator>
  <cp:keywords/>
  <cp:lastModifiedBy>Frič Jan</cp:lastModifiedBy>
  <cp:revision>50</cp:revision>
  <cp:lastPrinted>2016-02-26T09:44:00Z</cp:lastPrinted>
  <dcterms:created xsi:type="dcterms:W3CDTF">2024-01-25T08:22:00Z</dcterms:created>
  <dcterms:modified xsi:type="dcterms:W3CDTF">2025-04-07T10:13:00Z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0x010100372185182A991C4F87CB3DAA422B5D2B</vt:lpwstr>
  </property>
</Properties>
</file>