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237"/>
        <w:gridCol w:w="3401"/>
      </w:tblGrid>
      <w:tr w:rsidR="00AF6E17" w14:paraId="1F84676F" w14:textId="77777777" w:rsidTr="00E7760C">
        <w:trPr>
          <w:trHeight w:val="992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14:paraId="1D354428" w14:textId="77777777" w:rsidR="00AF6E17" w:rsidRPr="00E8478D" w:rsidRDefault="00DA5771" w:rsidP="00E8478D">
            <w:pPr>
              <w:pStyle w:val="Bezmezer"/>
              <w:jc w:val="right"/>
              <w:rPr>
                <w:b/>
              </w:rPr>
            </w:pPr>
            <w:sdt>
              <w:sdtPr>
                <w:rPr>
                  <w:b/>
                </w:rPr>
                <w:tag w:val="oznaceniDokumentu"/>
                <w:id w:val="-1578812355"/>
                <w:placeholder>
                  <w:docPart w:val="FAC7DD820E7C4091ACFBB51EDAA7404F"/>
                </w:placeholder>
                <w:dropDownList>
                  <w:listItem w:displayText=" " w:value=" "/>
                  <w:listItem w:displayText="PRO VNITŘNÍ POTŘEBU" w:value="PRO VNITŘNÍ POTŘEBU"/>
                  <w:listItem w:displayText="CITLIVÉ" w:value="CITLIVÉ"/>
                  <w:listItem w:displayText="VELMI CITLIVÉ" w:value="VELMI CITLIVÉ"/>
                </w:dropDownList>
              </w:sdtPr>
              <w:sdtEndPr/>
              <w:sdtContent>
                <w:r w:rsidR="00846686">
                  <w:rPr>
                    <w:b/>
                  </w:rPr>
                  <w:t xml:space="preserve"> </w:t>
                </w:r>
              </w:sdtContent>
            </w:sdt>
            <w:r w:rsidR="00711059" w:rsidRPr="00711059"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004EAB5B" wp14:editId="65106D24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-68580</wp:posOffset>
                  </wp:positionV>
                  <wp:extent cx="624841" cy="701041"/>
                  <wp:effectExtent l="0" t="0" r="3810" b="3810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lky-statny-zna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1" cy="70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5E8" w14:paraId="0FA66058" w14:textId="77777777" w:rsidTr="00E7760C">
        <w:trPr>
          <w:trHeight w:val="794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14:paraId="3580C9F1" w14:textId="77777777" w:rsidR="002747AE" w:rsidRDefault="002747AE" w:rsidP="002747AE">
            <w:pPr>
              <w:pStyle w:val="Zarstredbarvavelka"/>
            </w:pPr>
            <w:r>
              <w:t>Ministerstvo průmyslu a obchodu</w:t>
            </w:r>
          </w:p>
          <w:p w14:paraId="28CFFA5E" w14:textId="77777777" w:rsidR="00E8478D" w:rsidRDefault="00D45C00" w:rsidP="00E8478D">
            <w:pPr>
              <w:pStyle w:val="Zarstred"/>
            </w:pPr>
            <w:r w:rsidRPr="00D45C00">
              <w:t>Ing. Lukáš Vlček</w:t>
            </w:r>
          </w:p>
          <w:p w14:paraId="4DC4BD7E" w14:textId="77777777" w:rsidR="002747AE" w:rsidRDefault="00215918" w:rsidP="00AE1A18">
            <w:pPr>
              <w:pStyle w:val="Zarstredbarvamala"/>
            </w:pPr>
            <w:r>
              <w:t>ministr</w:t>
            </w:r>
          </w:p>
        </w:tc>
      </w:tr>
      <w:tr w:rsidR="00EF1465" w14:paraId="0C36E161" w14:textId="77777777" w:rsidTr="001C53B9">
        <w:trPr>
          <w:trHeight w:hRule="exact" w:val="1418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14:paraId="7CCAD413" w14:textId="77777777" w:rsidR="00EF1465" w:rsidRDefault="00EF1465" w:rsidP="004353E5"/>
        </w:tc>
      </w:tr>
      <w:tr w:rsidR="0049776A" w14:paraId="5EC4A2D9" w14:textId="77777777" w:rsidTr="00C30D30">
        <w:trPr>
          <w:cantSplit/>
          <w:trHeight w:hRule="exact" w:val="680"/>
        </w:trPr>
        <w:tc>
          <w:tcPr>
            <w:tcW w:w="6237" w:type="dxa"/>
            <w:tcMar>
              <w:left w:w="0" w:type="dxa"/>
              <w:right w:w="0" w:type="dxa"/>
            </w:tcMar>
          </w:tcPr>
          <w:p w14:paraId="3070FF1C" w14:textId="77777777" w:rsidR="0049776A" w:rsidRDefault="0049776A" w:rsidP="005A04B8">
            <w:pPr>
              <w:pStyle w:val="Datum1"/>
            </w:pPr>
          </w:p>
        </w:tc>
        <w:tc>
          <w:tcPr>
            <w:tcW w:w="3401" w:type="dxa"/>
          </w:tcPr>
          <w:p w14:paraId="79F7A9D6" w14:textId="3688FC81" w:rsidR="00A56FC4" w:rsidRDefault="0049776A" w:rsidP="00A56FC4">
            <w:pPr>
              <w:pStyle w:val="Datum1"/>
            </w:pPr>
            <w:r>
              <w:t xml:space="preserve">V Praze dne </w:t>
            </w:r>
            <w:sdt>
              <w:sdtPr>
                <w:id w:val="906652110"/>
                <w:placeholder>
                  <w:docPart w:val="99D83BF31DFB4ADE83AEEDBDA459C1B4"/>
                </w:placeholder>
              </w:sdtPr>
              <w:sdtEndPr/>
              <w:sdtContent>
                <w:r w:rsidR="000A2F8F">
                  <w:t xml:space="preserve">        . prosince 2024</w:t>
                </w:r>
              </w:sdtContent>
            </w:sdt>
          </w:p>
          <w:p w14:paraId="2D3B80B0" w14:textId="422AE6EB" w:rsidR="0049776A" w:rsidRDefault="008B7272" w:rsidP="008B7272">
            <w:pPr>
              <w:pStyle w:val="Datum1"/>
            </w:pPr>
            <w:r>
              <w:t>Č. j.:</w:t>
            </w:r>
            <w:r w:rsidR="00C30D30">
              <w:t xml:space="preserve"> MPO</w:t>
            </w:r>
            <w:r w:rsidR="0049776A">
              <w:t xml:space="preserve"> </w:t>
            </w:r>
            <w:sdt>
              <w:sdtPr>
                <w:id w:val="1583492768"/>
                <w:placeholder>
                  <w:docPart w:val="9BCFEF1C73E14CFAA67FE13C7F35FD11"/>
                </w:placeholder>
              </w:sdtPr>
              <w:sdtEndPr/>
              <w:sdtContent>
                <w:r w:rsidR="00DA5771">
                  <w:t>113457</w:t>
                </w:r>
                <w:r w:rsidR="000A2F8F">
                  <w:t>/24/71600/01000</w:t>
                </w:r>
              </w:sdtContent>
            </w:sdt>
          </w:p>
        </w:tc>
      </w:tr>
      <w:tr w:rsidR="00EF1465" w14:paraId="29C0C294" w14:textId="77777777" w:rsidTr="006B3C12">
        <w:trPr>
          <w:cantSplit/>
          <w:trHeight w:hRule="exact" w:val="283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14:paraId="38A8408A" w14:textId="77777777" w:rsidR="00EF1465" w:rsidRDefault="00EF1465" w:rsidP="007657DC">
            <w:pPr>
              <w:pStyle w:val="Datum1"/>
            </w:pPr>
          </w:p>
        </w:tc>
      </w:tr>
    </w:tbl>
    <w:p w14:paraId="62F57670" w14:textId="77777777" w:rsidR="00BE16FD" w:rsidRDefault="00BE16FD" w:rsidP="00BE16FD">
      <w:pPr>
        <w:pStyle w:val="Konec"/>
        <w:sectPr w:rsidR="00BE16FD" w:rsidSect="00041CC5">
          <w:footerReference w:type="default" r:id="rId7"/>
          <w:footerReference w:type="first" r:id="rId8"/>
          <w:pgSz w:w="11906" w:h="16838" w:code="9"/>
          <w:pgMar w:top="567" w:right="1134" w:bottom="3005" w:left="1134" w:header="0" w:footer="0" w:gutter="0"/>
          <w:cols w:space="708"/>
          <w:docGrid w:linePitch="360"/>
        </w:sectPr>
      </w:pPr>
    </w:p>
    <w:p w14:paraId="7DCD9C3F" w14:textId="77777777" w:rsidR="00BE16FD" w:rsidRDefault="00BE16FD" w:rsidP="00BE16FD">
      <w:pPr>
        <w:pStyle w:val="Konec"/>
      </w:pPr>
    </w:p>
    <w:sdt>
      <w:sdtPr>
        <w:id w:val="-823282327"/>
        <w:placeholder>
          <w:docPart w:val="BB17C7BF4345485584634C042722B68F"/>
        </w:placeholder>
      </w:sdtPr>
      <w:sdtEndPr/>
      <w:sdtContent>
        <w:p w14:paraId="53F01CDD" w14:textId="155ACDE6" w:rsidR="00A1434E" w:rsidRDefault="000A2F8F" w:rsidP="00A56FC4">
          <w:r>
            <w:t>Vážení,</w:t>
          </w:r>
        </w:p>
      </w:sdtContent>
    </w:sdt>
    <w:sdt>
      <w:sdtPr>
        <w:id w:val="668367642"/>
        <w:placeholder>
          <w:docPart w:val="0B106D440D4943588B5918B250C152C1"/>
        </w:placeholder>
      </w:sdtPr>
      <w:sdtEndPr/>
      <w:sdtContent>
        <w:sdt>
          <w:sdtPr>
            <w:id w:val="-1629535442"/>
            <w:placeholder>
              <w:docPart w:val="AA3EC75711364421A3A6A37191FC230A"/>
            </w:placeholder>
          </w:sdtPr>
          <w:sdtEndPr/>
          <w:sdtContent>
            <w:p w14:paraId="499FD72E" w14:textId="2D2C142A" w:rsidR="000A2F8F" w:rsidRPr="001128C4" w:rsidRDefault="000A2F8F" w:rsidP="000A2F8F">
              <w:pPr>
                <w:pStyle w:val="Normlnodsazen"/>
                <w:jc w:val="both"/>
              </w:pPr>
              <w:r w:rsidRPr="001128C4">
                <w:rPr>
                  <w:iCs/>
                </w:rPr>
                <w:t>v rámci vnějšího připomínkového řízení byl do elektronické knihovny Úřadu vlády ČR (eKLEP) vložen materiál „</w:t>
              </w:r>
              <w:r w:rsidR="0092249C">
                <w:rPr>
                  <w:bCs/>
                </w:rPr>
                <w:t>Návrh vyhlášky, kterou se mění vyhláška č. 105/2010 Sb., o plánu přidělení kmitočtových pásem (národní kmitočtová tabulka), ve znění pozdějších předpisů</w:t>
              </w:r>
              <w:r w:rsidRPr="001128C4">
                <w:rPr>
                  <w:iCs/>
                </w:rPr>
                <w:t>“.</w:t>
              </w:r>
            </w:p>
            <w:p w14:paraId="140EE0D2" w14:textId="78DFABCD" w:rsidR="000A2F8F" w:rsidRPr="001128C4" w:rsidRDefault="000A2F8F" w:rsidP="000A2F8F">
              <w:pPr>
                <w:pStyle w:val="Normlnodsazen"/>
                <w:jc w:val="both"/>
                <w:rPr>
                  <w:bCs/>
                  <w:iCs/>
                </w:rPr>
              </w:pPr>
              <w:r w:rsidRPr="001128C4">
                <w:rPr>
                  <w:iCs/>
                </w:rPr>
                <w:t xml:space="preserve">Vaše připomínky očekávám nejpozději do </w:t>
              </w:r>
              <w:r>
                <w:rPr>
                  <w:iCs/>
                </w:rPr>
                <w:t>15</w:t>
              </w:r>
              <w:r w:rsidRPr="001128C4">
                <w:rPr>
                  <w:iCs/>
                </w:rPr>
                <w:t xml:space="preserve"> pracovních dnů ode dne vložení materiálu do systému eKLEP v souladu s čl. </w:t>
              </w:r>
              <w:r>
                <w:rPr>
                  <w:iCs/>
                </w:rPr>
                <w:t>16</w:t>
              </w:r>
              <w:r w:rsidRPr="001128C4">
                <w:rPr>
                  <w:iCs/>
                </w:rPr>
                <w:t xml:space="preserve"> odst. </w:t>
              </w:r>
              <w:r>
                <w:rPr>
                  <w:iCs/>
                </w:rPr>
                <w:t>2</w:t>
              </w:r>
              <w:r w:rsidRPr="001128C4">
                <w:rPr>
                  <w:iCs/>
                </w:rPr>
                <w:t xml:space="preserve"> Legislativních pravidel vlády. V případě, že do tohoto data Vaše připomínky nevložíte do systému eKLEP, budu považovat Vaše stanovisko k předloženému materiálu za souhlasné. Současně žádám o zaslání Vašich připomínek na elektronické adresy </w:t>
              </w:r>
              <w:hyperlink r:id="rId9" w:history="1">
                <w:r w:rsidR="00C10AA8" w:rsidRPr="00F3112F">
                  <w:rPr>
                    <w:rStyle w:val="Hypertextovodkaz"/>
                  </w:rPr>
                  <w:t>marfinec@mpo.cz</w:t>
                </w:r>
              </w:hyperlink>
              <w:r w:rsidRPr="001128C4">
                <w:t xml:space="preserve"> a </w:t>
              </w:r>
              <w:hyperlink r:id="rId10" w:history="1">
                <w:r w:rsidRPr="001128C4">
                  <w:rPr>
                    <w:rStyle w:val="Hypertextovodkaz"/>
                  </w:rPr>
                  <w:t>vurmova@mpo.cz</w:t>
                </w:r>
              </w:hyperlink>
              <w:r w:rsidRPr="001128C4">
                <w:t xml:space="preserve"> </w:t>
              </w:r>
              <w:r w:rsidRPr="001128C4">
                <w:rPr>
                  <w:iCs/>
                </w:rPr>
                <w:t>spolu se sdělením kontaktních údajů osoby, s níž bude možné připomínky vypořádat. Termín a místo konání jednání k vypořádání připomínek budou sděleny dodatečně.</w:t>
              </w:r>
            </w:p>
            <w:p w14:paraId="3D902D6A" w14:textId="1538C212" w:rsidR="00543758" w:rsidRDefault="000A2F8F" w:rsidP="00F51909">
              <w:pPr>
                <w:pStyle w:val="Normlnodsazen"/>
                <w:jc w:val="both"/>
              </w:pPr>
              <w:r w:rsidRPr="001128C4">
                <w:t>S pozdravem</w:t>
              </w:r>
            </w:p>
          </w:sdtContent>
        </w:sdt>
      </w:sdtContent>
    </w:sdt>
    <w:p w14:paraId="2EEDA286" w14:textId="55A7D8BA" w:rsidR="000D3C31" w:rsidRDefault="000A2F8F" w:rsidP="00BE4067">
      <w:pPr>
        <w:pStyle w:val="StylStylramecekvzorekdn"/>
        <w:framePr w:vSpace="567" w:wrap="around"/>
      </w:pPr>
      <w:r>
        <w:t>A</w:t>
      </w:r>
      <w:r w:rsidR="00F518C3">
        <w:t>d</w:t>
      </w:r>
      <w:r>
        <w:t>resáti:</w:t>
      </w:r>
    </w:p>
    <w:p w14:paraId="0A74EF2F" w14:textId="19FDB223" w:rsidR="000A2F8F" w:rsidRPr="00E94721" w:rsidRDefault="000A2F8F" w:rsidP="00BE4067">
      <w:pPr>
        <w:pStyle w:val="StylStylramecekvzorekdn"/>
        <w:framePr w:vSpace="567" w:wrap="around"/>
      </w:pPr>
      <w:r>
        <w:t>viz rozdělovník v příloze</w:t>
      </w:r>
    </w:p>
    <w:p w14:paraId="6D80C691" w14:textId="77777777" w:rsidR="00C74DD0" w:rsidRDefault="00C74DD0" w:rsidP="001C53B9">
      <w:pPr>
        <w:jc w:val="both"/>
      </w:pPr>
      <w:r>
        <w:t> </w:t>
      </w:r>
      <w:r w:rsidRPr="008B5F05">
        <w:rPr>
          <w:rStyle w:val="Neviditeln"/>
        </w:rPr>
        <w:t>Tento odstavec nemazat – je k němu zakotven textový objekt s</w:t>
      </w:r>
      <w:r w:rsidR="00C84D72">
        <w:rPr>
          <w:rStyle w:val="Neviditeln"/>
        </w:rPr>
        <w:t> kontaktem adresáta</w:t>
      </w:r>
    </w:p>
    <w:sectPr w:rsidR="00C74DD0" w:rsidSect="00041CC5">
      <w:headerReference w:type="default" r:id="rId11"/>
      <w:footerReference w:type="default" r:id="rId12"/>
      <w:type w:val="continuous"/>
      <w:pgSz w:w="11906" w:h="16838" w:code="9"/>
      <w:pgMar w:top="567" w:right="1134" w:bottom="3005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6423E" w14:textId="77777777" w:rsidR="00CC7527" w:rsidRDefault="00CC7527" w:rsidP="00A1434E">
      <w:pPr>
        <w:spacing w:after="0" w:line="240" w:lineRule="auto"/>
      </w:pPr>
      <w:r>
        <w:separator/>
      </w:r>
    </w:p>
  </w:endnote>
  <w:endnote w:type="continuationSeparator" w:id="0">
    <w:p w14:paraId="63E59F5E" w14:textId="77777777" w:rsidR="00CC7527" w:rsidRDefault="00CC7527" w:rsidP="00A1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A1434E" w14:paraId="4ACE43CD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0B72B674" w14:textId="77777777" w:rsidR="00A1434E" w:rsidRPr="00B93DAF" w:rsidRDefault="00543758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1" locked="0" layoutInCell="1" allowOverlap="1" wp14:anchorId="2146E9D0" wp14:editId="3884950C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D6E45"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5156C7F2" wp14:editId="09417FE9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15" name="Obráze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F4F3B" w14:paraId="7222124F" w14:textId="77777777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660BEA22" w14:textId="77777777" w:rsidR="00CF4F3B" w:rsidRDefault="00CF4F3B" w:rsidP="002F5125"/>
      </w:tc>
    </w:tr>
    <w:tr w:rsidR="00CF4F3B" w14:paraId="53E6BC64" w14:textId="77777777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2025597C" w14:textId="77777777" w:rsidR="00CF4F3B" w:rsidRPr="00B93DAF" w:rsidRDefault="00CF4F3B" w:rsidP="002F5125"/>
      </w:tc>
    </w:tr>
  </w:tbl>
  <w:p w14:paraId="55D63A11" w14:textId="77777777" w:rsidR="00A1434E" w:rsidRDefault="00A1434E" w:rsidP="00A1434E">
    <w:pPr>
      <w:pStyle w:val="Kone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484A2E" w14:paraId="17966F20" w14:textId="77777777" w:rsidTr="00650C88">
      <w:trPr>
        <w:cantSplit/>
        <w:trHeight w:hRule="exact" w:val="164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110212C3" w14:textId="77777777" w:rsidR="00484A2E" w:rsidRDefault="00484A2E" w:rsidP="00650C88">
          <w:pPr>
            <w:pStyle w:val="Normalnitabulka"/>
          </w:pPr>
          <w:r>
            <w:drawing>
              <wp:anchor distT="0" distB="0" distL="114300" distR="114300" simplePos="0" relativeHeight="251663360" behindDoc="1" locked="0" layoutInCell="1" allowOverlap="1" wp14:anchorId="30D4BDD3" wp14:editId="6C83199F">
                <wp:simplePos x="0" y="0"/>
                <wp:positionH relativeFrom="column">
                  <wp:posOffset>-1977390</wp:posOffset>
                </wp:positionH>
                <wp:positionV relativeFrom="paragraph">
                  <wp:posOffset>125095</wp:posOffset>
                </wp:positionV>
                <wp:extent cx="9430385" cy="4318635"/>
                <wp:effectExtent l="0" t="0" r="0" b="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30385" cy="431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84A2E" w14:paraId="715889F7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0131DF84" w14:textId="77777777" w:rsidR="00484A2E" w:rsidRPr="00B93DAF" w:rsidRDefault="00484A2E" w:rsidP="00650C88"/>
      </w:tc>
    </w:tr>
    <w:tr w:rsidR="00484A2E" w14:paraId="7A14C5F0" w14:textId="77777777" w:rsidTr="00650C88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6CB1BFB7" w14:textId="77777777" w:rsidR="00484A2E" w:rsidRDefault="00484A2E" w:rsidP="00650C88"/>
      </w:tc>
    </w:tr>
    <w:tr w:rsidR="00484A2E" w14:paraId="6C51EA6F" w14:textId="77777777" w:rsidTr="00E0383C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09FA8F23" w14:textId="77777777" w:rsidR="00484A2E" w:rsidRPr="00B93DAF" w:rsidRDefault="00484A2E" w:rsidP="00650C88"/>
      </w:tc>
    </w:tr>
  </w:tbl>
  <w:p w14:paraId="1D9B916C" w14:textId="77777777" w:rsidR="00A629D6" w:rsidRDefault="00A629D6" w:rsidP="00484A2E">
    <w:pPr>
      <w:pStyle w:val="Kone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3E641D" w14:paraId="5113B136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37F1C4B2" w14:textId="77777777" w:rsidR="003E641D" w:rsidRPr="00B93DAF" w:rsidRDefault="003E641D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1" locked="0" layoutInCell="1" allowOverlap="1" wp14:anchorId="7C7ADE05" wp14:editId="10A4705D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0" layoutInCell="1" allowOverlap="1" wp14:anchorId="0F774DB8" wp14:editId="6EED4C94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E641D" w14:paraId="5026EEB7" w14:textId="77777777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7B824891" w14:textId="77777777" w:rsidR="003E641D" w:rsidRDefault="003E641D" w:rsidP="002F5125"/>
      </w:tc>
    </w:tr>
    <w:tr w:rsidR="003E641D" w14:paraId="34340721" w14:textId="77777777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00A0CF0E" w14:textId="77777777" w:rsidR="003E641D" w:rsidRPr="003E641D" w:rsidRDefault="003E641D" w:rsidP="003E641D">
          <w:pPr>
            <w:spacing w:line="340" w:lineRule="exact"/>
            <w:jc w:val="center"/>
            <w:rPr>
              <w:sz w:val="18"/>
              <w:szCs w:val="18"/>
            </w:rPr>
          </w:pPr>
          <w:r w:rsidRPr="003E641D">
            <w:rPr>
              <w:sz w:val="18"/>
              <w:szCs w:val="18"/>
            </w:rPr>
            <w:fldChar w:fldCharType="begin"/>
          </w:r>
          <w:r w:rsidRPr="003E641D">
            <w:rPr>
              <w:sz w:val="18"/>
              <w:szCs w:val="18"/>
            </w:rPr>
            <w:instrText>PAGE   \* MERGEFORMAT</w:instrText>
          </w:r>
          <w:r w:rsidRPr="003E641D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2</w:t>
          </w:r>
          <w:r w:rsidRPr="003E641D">
            <w:rPr>
              <w:sz w:val="18"/>
              <w:szCs w:val="18"/>
            </w:rPr>
            <w:fldChar w:fldCharType="end"/>
          </w:r>
        </w:p>
      </w:tc>
    </w:tr>
  </w:tbl>
  <w:p w14:paraId="4B025BEC" w14:textId="77777777" w:rsidR="003E641D" w:rsidRDefault="003E641D" w:rsidP="00A1434E">
    <w:pPr>
      <w:pStyle w:val="Kone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E8ED" w14:textId="77777777" w:rsidR="00CC7527" w:rsidRDefault="00CC7527" w:rsidP="00A1434E">
      <w:pPr>
        <w:spacing w:after="0" w:line="240" w:lineRule="auto"/>
      </w:pPr>
      <w:r>
        <w:separator/>
      </w:r>
    </w:p>
  </w:footnote>
  <w:footnote w:type="continuationSeparator" w:id="0">
    <w:p w14:paraId="08025FBD" w14:textId="77777777" w:rsidR="00CC7527" w:rsidRDefault="00CC7527" w:rsidP="00A1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EBC1" w14:textId="77777777" w:rsidR="00A26EB3" w:rsidRDefault="00A26EB3">
    <w:pPr>
      <w:pStyle w:val="Zhlav"/>
    </w:pPr>
  </w:p>
  <w:p w14:paraId="290206AF" w14:textId="77777777" w:rsidR="00A26EB3" w:rsidRDefault="00A26EB3">
    <w:pPr>
      <w:pStyle w:val="Zhlav"/>
    </w:pPr>
  </w:p>
  <w:p w14:paraId="4DC72A8F" w14:textId="77777777" w:rsidR="00A26EB3" w:rsidRDefault="00A26EB3">
    <w:pPr>
      <w:pStyle w:val="Zhlav"/>
    </w:pPr>
  </w:p>
  <w:p w14:paraId="6CB8989F" w14:textId="77777777" w:rsidR="00A26EB3" w:rsidRDefault="00A26EB3">
    <w:pPr>
      <w:pStyle w:val="Zhlav"/>
    </w:pPr>
  </w:p>
  <w:p w14:paraId="00C40274" w14:textId="77777777" w:rsidR="00A26EB3" w:rsidRDefault="00A26E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34"/>
  <w:drawingGridVerticalSpacing w:val="1134"/>
  <w:displayHorizontalDrawingGridEvery w:val="2"/>
  <w:displayVerticalDrawingGridEvery w:val="2"/>
  <w:doNotUseMarginsForDrawingGridOrigin/>
  <w:drawingGridHorizontalOrigin w:val="1134"/>
  <w:drawingGridVerticalOrigin w:val="1134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27"/>
    <w:rsid w:val="00007B6C"/>
    <w:rsid w:val="0001447B"/>
    <w:rsid w:val="00016122"/>
    <w:rsid w:val="00020835"/>
    <w:rsid w:val="0003440C"/>
    <w:rsid w:val="00041CC5"/>
    <w:rsid w:val="000427AC"/>
    <w:rsid w:val="0009582A"/>
    <w:rsid w:val="000A2F8F"/>
    <w:rsid w:val="000A7B87"/>
    <w:rsid w:val="000C6A4D"/>
    <w:rsid w:val="000C7D77"/>
    <w:rsid w:val="000D3C31"/>
    <w:rsid w:val="000D6E45"/>
    <w:rsid w:val="000E2581"/>
    <w:rsid w:val="000E274C"/>
    <w:rsid w:val="000F1EE8"/>
    <w:rsid w:val="0010266C"/>
    <w:rsid w:val="001155EB"/>
    <w:rsid w:val="001179F6"/>
    <w:rsid w:val="00117D6F"/>
    <w:rsid w:val="00137ABC"/>
    <w:rsid w:val="001612E2"/>
    <w:rsid w:val="001644AF"/>
    <w:rsid w:val="00177785"/>
    <w:rsid w:val="00177B42"/>
    <w:rsid w:val="00180AF5"/>
    <w:rsid w:val="001872CB"/>
    <w:rsid w:val="001900A5"/>
    <w:rsid w:val="001C53B9"/>
    <w:rsid w:val="001D540C"/>
    <w:rsid w:val="001D60A3"/>
    <w:rsid w:val="001F3233"/>
    <w:rsid w:val="00215918"/>
    <w:rsid w:val="00221F7F"/>
    <w:rsid w:val="0023030D"/>
    <w:rsid w:val="002527F1"/>
    <w:rsid w:val="002747AE"/>
    <w:rsid w:val="00281126"/>
    <w:rsid w:val="00291861"/>
    <w:rsid w:val="002935FF"/>
    <w:rsid w:val="002C1F88"/>
    <w:rsid w:val="002C7F72"/>
    <w:rsid w:val="002D5320"/>
    <w:rsid w:val="002D6B94"/>
    <w:rsid w:val="0031462D"/>
    <w:rsid w:val="0033706B"/>
    <w:rsid w:val="003519C0"/>
    <w:rsid w:val="00365074"/>
    <w:rsid w:val="00381156"/>
    <w:rsid w:val="00381833"/>
    <w:rsid w:val="00381E1B"/>
    <w:rsid w:val="003830F5"/>
    <w:rsid w:val="00391554"/>
    <w:rsid w:val="003935A6"/>
    <w:rsid w:val="003B0A96"/>
    <w:rsid w:val="003B27E3"/>
    <w:rsid w:val="003C0742"/>
    <w:rsid w:val="003C28AC"/>
    <w:rsid w:val="003C6DA4"/>
    <w:rsid w:val="003D4F00"/>
    <w:rsid w:val="003E641D"/>
    <w:rsid w:val="003F2131"/>
    <w:rsid w:val="004100B2"/>
    <w:rsid w:val="00415678"/>
    <w:rsid w:val="00425292"/>
    <w:rsid w:val="004306CC"/>
    <w:rsid w:val="00440433"/>
    <w:rsid w:val="00443511"/>
    <w:rsid w:val="00467AAC"/>
    <w:rsid w:val="00476E19"/>
    <w:rsid w:val="00480429"/>
    <w:rsid w:val="00483DAD"/>
    <w:rsid w:val="00484A2E"/>
    <w:rsid w:val="00490456"/>
    <w:rsid w:val="0049776A"/>
    <w:rsid w:val="004A60D8"/>
    <w:rsid w:val="004C18EF"/>
    <w:rsid w:val="004D7163"/>
    <w:rsid w:val="004E7F24"/>
    <w:rsid w:val="004F4402"/>
    <w:rsid w:val="005027A7"/>
    <w:rsid w:val="00521A3A"/>
    <w:rsid w:val="005432C6"/>
    <w:rsid w:val="00543758"/>
    <w:rsid w:val="0055000B"/>
    <w:rsid w:val="00565EA8"/>
    <w:rsid w:val="005764C1"/>
    <w:rsid w:val="00586F6E"/>
    <w:rsid w:val="00591DC3"/>
    <w:rsid w:val="00595745"/>
    <w:rsid w:val="005B3323"/>
    <w:rsid w:val="005B397C"/>
    <w:rsid w:val="005C5804"/>
    <w:rsid w:val="005D27C1"/>
    <w:rsid w:val="005D4CE6"/>
    <w:rsid w:val="0061465E"/>
    <w:rsid w:val="00640A0C"/>
    <w:rsid w:val="006455E8"/>
    <w:rsid w:val="00647E51"/>
    <w:rsid w:val="00650690"/>
    <w:rsid w:val="0066235C"/>
    <w:rsid w:val="00664910"/>
    <w:rsid w:val="00675D84"/>
    <w:rsid w:val="00686356"/>
    <w:rsid w:val="006A228B"/>
    <w:rsid w:val="006B3C12"/>
    <w:rsid w:val="006B48A1"/>
    <w:rsid w:val="006B578D"/>
    <w:rsid w:val="006C00A7"/>
    <w:rsid w:val="006D0CC6"/>
    <w:rsid w:val="006E5CEC"/>
    <w:rsid w:val="006E5EDB"/>
    <w:rsid w:val="00707830"/>
    <w:rsid w:val="00711059"/>
    <w:rsid w:val="00720B2B"/>
    <w:rsid w:val="0074545E"/>
    <w:rsid w:val="007463A6"/>
    <w:rsid w:val="007657DC"/>
    <w:rsid w:val="00777C40"/>
    <w:rsid w:val="007A55CA"/>
    <w:rsid w:val="007B208D"/>
    <w:rsid w:val="007C0EA0"/>
    <w:rsid w:val="007C6EFF"/>
    <w:rsid w:val="00811E3E"/>
    <w:rsid w:val="00814B71"/>
    <w:rsid w:val="008230B8"/>
    <w:rsid w:val="00846686"/>
    <w:rsid w:val="0085051C"/>
    <w:rsid w:val="00861587"/>
    <w:rsid w:val="00861E9F"/>
    <w:rsid w:val="008A62B7"/>
    <w:rsid w:val="008B7272"/>
    <w:rsid w:val="008C2F9D"/>
    <w:rsid w:val="008C7527"/>
    <w:rsid w:val="00907C02"/>
    <w:rsid w:val="00914150"/>
    <w:rsid w:val="009218C7"/>
    <w:rsid w:val="0092249C"/>
    <w:rsid w:val="009232B1"/>
    <w:rsid w:val="00930591"/>
    <w:rsid w:val="00933651"/>
    <w:rsid w:val="00933D83"/>
    <w:rsid w:val="00935389"/>
    <w:rsid w:val="00942A30"/>
    <w:rsid w:val="00984E87"/>
    <w:rsid w:val="009859F0"/>
    <w:rsid w:val="00991FBA"/>
    <w:rsid w:val="00995396"/>
    <w:rsid w:val="009956A5"/>
    <w:rsid w:val="009A5AFB"/>
    <w:rsid w:val="009C00C4"/>
    <w:rsid w:val="009D07F8"/>
    <w:rsid w:val="009E438F"/>
    <w:rsid w:val="00A0053A"/>
    <w:rsid w:val="00A1434E"/>
    <w:rsid w:val="00A1621A"/>
    <w:rsid w:val="00A24A8D"/>
    <w:rsid w:val="00A26EB3"/>
    <w:rsid w:val="00A27849"/>
    <w:rsid w:val="00A31624"/>
    <w:rsid w:val="00A3610E"/>
    <w:rsid w:val="00A4449C"/>
    <w:rsid w:val="00A51940"/>
    <w:rsid w:val="00A54A63"/>
    <w:rsid w:val="00A55C85"/>
    <w:rsid w:val="00A56FC4"/>
    <w:rsid w:val="00A629D6"/>
    <w:rsid w:val="00A766D7"/>
    <w:rsid w:val="00AA016E"/>
    <w:rsid w:val="00AA1760"/>
    <w:rsid w:val="00AA1D6D"/>
    <w:rsid w:val="00AC5882"/>
    <w:rsid w:val="00AC6BCB"/>
    <w:rsid w:val="00AE1A18"/>
    <w:rsid w:val="00AF6B15"/>
    <w:rsid w:val="00AF6E17"/>
    <w:rsid w:val="00B05E36"/>
    <w:rsid w:val="00B237B3"/>
    <w:rsid w:val="00B26510"/>
    <w:rsid w:val="00B43AAF"/>
    <w:rsid w:val="00B51D9E"/>
    <w:rsid w:val="00B54C04"/>
    <w:rsid w:val="00B67AF4"/>
    <w:rsid w:val="00B8103B"/>
    <w:rsid w:val="00BA7B78"/>
    <w:rsid w:val="00BC7A5D"/>
    <w:rsid w:val="00BD0728"/>
    <w:rsid w:val="00BD081B"/>
    <w:rsid w:val="00BE16FD"/>
    <w:rsid w:val="00BE1C50"/>
    <w:rsid w:val="00BE3DC6"/>
    <w:rsid w:val="00BE4067"/>
    <w:rsid w:val="00BE41F5"/>
    <w:rsid w:val="00BF2B94"/>
    <w:rsid w:val="00C075AA"/>
    <w:rsid w:val="00C07DC1"/>
    <w:rsid w:val="00C10AA8"/>
    <w:rsid w:val="00C10C23"/>
    <w:rsid w:val="00C26A00"/>
    <w:rsid w:val="00C30D30"/>
    <w:rsid w:val="00C316CA"/>
    <w:rsid w:val="00C466EA"/>
    <w:rsid w:val="00C50950"/>
    <w:rsid w:val="00C63545"/>
    <w:rsid w:val="00C63E9B"/>
    <w:rsid w:val="00C74DD0"/>
    <w:rsid w:val="00C772D2"/>
    <w:rsid w:val="00C84D72"/>
    <w:rsid w:val="00C869A0"/>
    <w:rsid w:val="00CC7527"/>
    <w:rsid w:val="00CD2142"/>
    <w:rsid w:val="00CD48A5"/>
    <w:rsid w:val="00CF4F3B"/>
    <w:rsid w:val="00D41679"/>
    <w:rsid w:val="00D44D06"/>
    <w:rsid w:val="00D45C00"/>
    <w:rsid w:val="00D54143"/>
    <w:rsid w:val="00D618E7"/>
    <w:rsid w:val="00D76EA4"/>
    <w:rsid w:val="00D86776"/>
    <w:rsid w:val="00DA5771"/>
    <w:rsid w:val="00DC13A6"/>
    <w:rsid w:val="00DC767B"/>
    <w:rsid w:val="00DF3301"/>
    <w:rsid w:val="00E0383C"/>
    <w:rsid w:val="00E26339"/>
    <w:rsid w:val="00E4130C"/>
    <w:rsid w:val="00E45538"/>
    <w:rsid w:val="00E51B21"/>
    <w:rsid w:val="00E5431C"/>
    <w:rsid w:val="00E73691"/>
    <w:rsid w:val="00E7760C"/>
    <w:rsid w:val="00E8478D"/>
    <w:rsid w:val="00E859AD"/>
    <w:rsid w:val="00E94721"/>
    <w:rsid w:val="00EA5DCF"/>
    <w:rsid w:val="00EB0006"/>
    <w:rsid w:val="00EE674D"/>
    <w:rsid w:val="00EF1207"/>
    <w:rsid w:val="00EF1465"/>
    <w:rsid w:val="00EF5707"/>
    <w:rsid w:val="00EF5EB8"/>
    <w:rsid w:val="00F102A3"/>
    <w:rsid w:val="00F12A4D"/>
    <w:rsid w:val="00F33528"/>
    <w:rsid w:val="00F352AD"/>
    <w:rsid w:val="00F37D6D"/>
    <w:rsid w:val="00F518C3"/>
    <w:rsid w:val="00F51909"/>
    <w:rsid w:val="00F52B73"/>
    <w:rsid w:val="00F560BE"/>
    <w:rsid w:val="00F801AB"/>
    <w:rsid w:val="00F84310"/>
    <w:rsid w:val="00FB3C9C"/>
    <w:rsid w:val="00FB42EA"/>
    <w:rsid w:val="00FC02A2"/>
    <w:rsid w:val="00FE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B804FB"/>
  <w15:docId w15:val="{0D26D33D-3DA4-4BBD-AE40-577E67B3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1E3E"/>
    <w:pPr>
      <w:spacing w:after="160"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Konec">
    <w:name w:val="Konec"/>
    <w:basedOn w:val="Normln"/>
    <w:qFormat/>
    <w:rsid w:val="004A60D8"/>
    <w:pPr>
      <w:spacing w:line="240" w:lineRule="auto"/>
    </w:pPr>
    <w:rPr>
      <w:sz w:val="2"/>
    </w:rPr>
  </w:style>
  <w:style w:type="paragraph" w:customStyle="1" w:styleId="Datum1">
    <w:name w:val="Datum1"/>
    <w:qFormat/>
    <w:rsid w:val="00933D83"/>
    <w:pPr>
      <w:spacing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C466EA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C46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66EA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64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rstred">
    <w:name w:val="Zar_stred"/>
    <w:qFormat/>
    <w:rsid w:val="00AA016E"/>
    <w:pPr>
      <w:jc w:val="center"/>
    </w:pPr>
    <w:rPr>
      <w:rFonts w:asciiTheme="minorHAnsi" w:hAnsiTheme="minorHAns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914150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4100B2"/>
    <w:pPr>
      <w:jc w:val="center"/>
    </w:pPr>
    <w:rPr>
      <w:rFonts w:asciiTheme="minorHAnsi" w:hAnsiTheme="minorHAnsi"/>
      <w:color w:val="004B8D"/>
      <w:sz w:val="18"/>
      <w:szCs w:val="24"/>
      <w:lang w:eastAsia="en-US"/>
    </w:rPr>
  </w:style>
  <w:style w:type="paragraph" w:customStyle="1" w:styleId="Normalnitabulka">
    <w:name w:val="Normalni_tabulka"/>
    <w:basedOn w:val="Normln"/>
    <w:qFormat/>
    <w:rsid w:val="005D4CE6"/>
    <w:pPr>
      <w:spacing w:after="0" w:line="240" w:lineRule="auto"/>
    </w:pPr>
    <w:rPr>
      <w:noProof/>
      <w:lang w:eastAsia="cs-CZ"/>
    </w:rPr>
  </w:style>
  <w:style w:type="paragraph" w:customStyle="1" w:styleId="Normlnodsazen">
    <w:name w:val="Normální_odsazený"/>
    <w:basedOn w:val="Normln"/>
    <w:qFormat/>
    <w:rsid w:val="00A56FC4"/>
    <w:pPr>
      <w:ind w:firstLine="709"/>
    </w:pPr>
  </w:style>
  <w:style w:type="character" w:customStyle="1" w:styleId="ZhlavChar">
    <w:name w:val="Záhlaví Char"/>
    <w:basedOn w:val="Standardnpsmoodstavce"/>
    <w:link w:val="Zhlav"/>
    <w:uiPriority w:val="99"/>
    <w:rsid w:val="00C466EA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A1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34E"/>
    <w:rPr>
      <w:rFonts w:asciiTheme="minorHAnsi" w:hAnsiTheme="minorHAnsi"/>
      <w:sz w:val="22"/>
      <w:szCs w:val="24"/>
      <w:lang w:eastAsia="en-US"/>
    </w:rPr>
  </w:style>
  <w:style w:type="character" w:customStyle="1" w:styleId="Neviditeln">
    <w:name w:val="Neviditelný"/>
    <w:basedOn w:val="Standardnpsmoodstavce"/>
    <w:uiPriority w:val="1"/>
    <w:qFormat/>
    <w:rsid w:val="00C74DD0"/>
    <w:rPr>
      <w:b/>
      <w:vanish/>
      <w:color w:val="FF0000"/>
    </w:rPr>
  </w:style>
  <w:style w:type="paragraph" w:customStyle="1" w:styleId="Adresat">
    <w:name w:val="Adresat"/>
    <w:basedOn w:val="Normln"/>
    <w:rsid w:val="006A228B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</w:pPr>
    <w:rPr>
      <w:sz w:val="18"/>
      <w:szCs w:val="20"/>
    </w:rPr>
  </w:style>
  <w:style w:type="paragraph" w:customStyle="1" w:styleId="Stylramecek">
    <w:name w:val="Styl_ramecek"/>
    <w:basedOn w:val="Normln"/>
    <w:rsid w:val="00E94721"/>
    <w:pPr>
      <w:framePr w:w="9639" w:h="1701" w:wrap="around" w:vAnchor="page" w:hAnchor="page" w:x="1135" w:y="11908" w:anchorLock="1"/>
      <w:shd w:val="clear" w:color="FFFFFF" w:fill="auto"/>
      <w:spacing w:after="0" w:line="240" w:lineRule="auto"/>
    </w:pPr>
    <w:rPr>
      <w:rFonts w:ascii="Calibri" w:hAnsi="Calibri"/>
      <w:szCs w:val="20"/>
    </w:rPr>
  </w:style>
  <w:style w:type="paragraph" w:customStyle="1" w:styleId="StylStylramecekvzorekdn">
    <w:name w:val="Styl Styl_ramecek + vzorek: Žádný"/>
    <w:basedOn w:val="Stylramecek"/>
    <w:autoRedefine/>
    <w:rsid w:val="00E4130C"/>
    <w:pPr>
      <w:framePr w:wrap="around"/>
      <w:shd w:val="clear" w:color="auto" w:fill="auto"/>
    </w:pPr>
  </w:style>
  <w:style w:type="paragraph" w:styleId="Bezmezer">
    <w:name w:val="No Spacing"/>
    <w:uiPriority w:val="1"/>
    <w:qFormat/>
    <w:rsid w:val="00E847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0A2F8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10A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vurmova@mpo.c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rfinec@mpo.cz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Dopis%20ministra\M-21%20Dopis%20ministra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AC7DD820E7C4091ACFBB51EDAA740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226E8-C348-479B-8A1E-1173D42F985D}"/>
      </w:docPartPr>
      <w:docPartBody>
        <w:p w:rsidR="00946B06" w:rsidRDefault="002E252E">
          <w:pPr>
            <w:pStyle w:val="FAC7DD820E7C4091ACFBB51EDAA7404F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99D83BF31DFB4ADE83AEEDBDA459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4BC52-B3AC-4DFD-A0A6-2782DDF94DA6}"/>
      </w:docPartPr>
      <w:docPartBody>
        <w:p w:rsidR="00946B06" w:rsidRDefault="002E252E">
          <w:pPr>
            <w:pStyle w:val="99D83BF31DFB4ADE83AEEDBDA459C1B4"/>
          </w:pPr>
          <w:r>
            <w:rPr>
              <w:rStyle w:val="Zstupntext"/>
            </w:rPr>
            <w:t>Z</w:t>
          </w:r>
          <w:r w:rsidRPr="004C0B92">
            <w:rPr>
              <w:rStyle w:val="Zstupntext"/>
            </w:rPr>
            <w:t xml:space="preserve">adejte </w:t>
          </w:r>
          <w:r>
            <w:rPr>
              <w:rStyle w:val="Zstupntext"/>
            </w:rPr>
            <w:t>datum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9BCFEF1C73E14CFAA67FE13C7F35FD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42F5-CF0B-4BBE-B143-B0BCD7AEB994}"/>
      </w:docPartPr>
      <w:docPartBody>
        <w:p w:rsidR="00946B06" w:rsidRDefault="002E252E">
          <w:pPr>
            <w:pStyle w:val="9BCFEF1C73E14CFAA67FE13C7F35FD11"/>
          </w:pPr>
          <w:r w:rsidRPr="00E2627E">
            <w:rPr>
              <w:rStyle w:val="Zstupntext"/>
            </w:rPr>
            <w:t>Klikněte sem a zadejte text.</w:t>
          </w:r>
        </w:p>
      </w:docPartBody>
    </w:docPart>
    <w:docPart>
      <w:docPartPr>
        <w:name w:val="BB17C7BF4345485584634C042722B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F76A3D-BCBE-4927-8BF2-4909FBFC535E}"/>
      </w:docPartPr>
      <w:docPartBody>
        <w:p w:rsidR="00946B06" w:rsidRDefault="002E252E">
          <w:pPr>
            <w:pStyle w:val="BB17C7BF4345485584634C042722B68F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oslovení</w:t>
          </w:r>
        </w:p>
      </w:docPartBody>
    </w:docPart>
    <w:docPart>
      <w:docPartPr>
        <w:name w:val="0B106D440D4943588B5918B250C152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33BEB-04B2-4690-8EE4-93EB63EB76DA}"/>
      </w:docPartPr>
      <w:docPartBody>
        <w:p w:rsidR="00946B06" w:rsidRDefault="002E252E">
          <w:pPr>
            <w:pStyle w:val="0B106D440D4943588B5918B250C152C1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AA3EC75711364421A3A6A37191FC2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04CF93-29EB-4725-B598-3BE6CE97C4A3}"/>
      </w:docPartPr>
      <w:docPartBody>
        <w:p w:rsidR="00946B06" w:rsidRDefault="002E252E" w:rsidP="002E252E">
          <w:pPr>
            <w:pStyle w:val="AA3EC75711364421A3A6A37191FC230A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52E"/>
    <w:rsid w:val="002E252E"/>
    <w:rsid w:val="0094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2E252E"/>
    <w:rPr>
      <w:color w:val="808080"/>
    </w:rPr>
  </w:style>
  <w:style w:type="paragraph" w:customStyle="1" w:styleId="FAC7DD820E7C4091ACFBB51EDAA7404F">
    <w:name w:val="FAC7DD820E7C4091ACFBB51EDAA7404F"/>
  </w:style>
  <w:style w:type="paragraph" w:customStyle="1" w:styleId="99D83BF31DFB4ADE83AEEDBDA459C1B4">
    <w:name w:val="99D83BF31DFB4ADE83AEEDBDA459C1B4"/>
  </w:style>
  <w:style w:type="paragraph" w:customStyle="1" w:styleId="9BCFEF1C73E14CFAA67FE13C7F35FD11">
    <w:name w:val="9BCFEF1C73E14CFAA67FE13C7F35FD11"/>
  </w:style>
  <w:style w:type="paragraph" w:customStyle="1" w:styleId="BB17C7BF4345485584634C042722B68F">
    <w:name w:val="BB17C7BF4345485584634C042722B68F"/>
  </w:style>
  <w:style w:type="paragraph" w:customStyle="1" w:styleId="0B106D440D4943588B5918B250C152C1">
    <w:name w:val="0B106D440D4943588B5918B250C152C1"/>
  </w:style>
  <w:style w:type="paragraph" w:customStyle="1" w:styleId="AA3EC75711364421A3A6A37191FC230A">
    <w:name w:val="AA3EC75711364421A3A6A37191FC230A"/>
    <w:rsid w:val="002E25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M-21 Dopis ministra CZ.dotm</Template>
  <TotalTime>9</TotalTime>
  <Pages>1</Pages>
  <Words>143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S-COMP Centre CZ s.r.o.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Marfinec Václav</dc:creator>
  <cp:lastModifiedBy>Marfinec Václav</cp:lastModifiedBy>
  <cp:revision>7</cp:revision>
  <cp:lastPrinted>2012-01-16T14:22:00Z</cp:lastPrinted>
  <dcterms:created xsi:type="dcterms:W3CDTF">2024-12-12T08:39:00Z</dcterms:created>
  <dcterms:modified xsi:type="dcterms:W3CDTF">2024-12-17T12:09:00Z</dcterms:modified>
</cp:coreProperties>
</file>