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37"/>
        <w:gridCol w:w="3401"/>
      </w:tblGrid>
      <w:tr w:rsidR="00AF6E17" w:rsidTr="00E7760C">
        <w:trPr>
          <w:trHeight w:val="992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AF6E17" w:rsidRPr="00E8478D" w:rsidRDefault="00CF755B" w:rsidP="00E8478D">
            <w:pPr>
              <w:pStyle w:val="Bezmezer"/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0708D6CD07F04DEDB255EA054C251489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846686">
                  <w:rPr>
                    <w:b/>
                  </w:rPr>
                  <w:t xml:space="preserve"> </w:t>
                </w:r>
              </w:sdtContent>
            </w:sdt>
            <w:r w:rsidR="00711059" w:rsidRPr="00711059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4D44825E" wp14:editId="584A2ABC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1" cy="701041"/>
                  <wp:effectExtent l="0" t="0" r="3810" b="3810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lky-statny-zna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70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5E8" w:rsidTr="00E7760C">
        <w:trPr>
          <w:trHeight w:val="794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2747AE" w:rsidRDefault="002747AE" w:rsidP="002747AE">
            <w:pPr>
              <w:pStyle w:val="Zarstredbarvavelka"/>
            </w:pPr>
          </w:p>
          <w:p w:rsidR="00E8478D" w:rsidRDefault="00441E05" w:rsidP="00E8478D">
            <w:pPr>
              <w:pStyle w:val="Zarstred"/>
            </w:pPr>
            <w:r>
              <w:t>Ing. Jozef Síkela</w:t>
            </w:r>
          </w:p>
          <w:p w:rsidR="00283B67" w:rsidRDefault="00ED677B" w:rsidP="00441E05">
            <w:pPr>
              <w:pStyle w:val="Zarstredbarvamala"/>
            </w:pPr>
            <w:r>
              <w:t>ministr</w:t>
            </w:r>
            <w:r w:rsidR="00E86524">
              <w:t xml:space="preserve"> průmyslu a obchodu</w:t>
            </w:r>
          </w:p>
        </w:tc>
      </w:tr>
      <w:tr w:rsidR="00EF1465" w:rsidTr="001C53B9">
        <w:trPr>
          <w:trHeight w:hRule="exact" w:val="1418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4353E5"/>
        </w:tc>
      </w:tr>
      <w:tr w:rsidR="0049776A" w:rsidTr="00C30D30">
        <w:trPr>
          <w:cantSplit/>
          <w:trHeight w:hRule="exact" w:val="68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49776A" w:rsidRDefault="0049776A" w:rsidP="005A04B8">
            <w:pPr>
              <w:pStyle w:val="Datum1"/>
            </w:pPr>
          </w:p>
        </w:tc>
        <w:tc>
          <w:tcPr>
            <w:tcW w:w="3401" w:type="dxa"/>
          </w:tcPr>
          <w:p w:rsidR="00A56FC4" w:rsidRDefault="0049776A" w:rsidP="00A56FC4">
            <w:pPr>
              <w:pStyle w:val="Datum1"/>
            </w:pPr>
            <w:r>
              <w:t xml:space="preserve">V Praze dne </w:t>
            </w:r>
            <w:sdt>
              <w:sdtPr>
                <w:id w:val="906652110"/>
                <w:placeholder>
                  <w:docPart w:val="8201303BB8AB4792BD1BED6348A520E6"/>
                </w:placeholder>
              </w:sdtPr>
              <w:sdtEndPr/>
              <w:sdtContent>
                <w:r w:rsidR="00736ADD">
                  <w:t xml:space="preserve">         </w:t>
                </w:r>
                <w:proofErr w:type="gramStart"/>
                <w:r w:rsidR="00736ADD">
                  <w:t xml:space="preserve">  .</w:t>
                </w:r>
                <w:proofErr w:type="gramEnd"/>
                <w:r w:rsidR="00736ADD">
                  <w:t xml:space="preserve"> </w:t>
                </w:r>
                <w:r w:rsidR="00BD65A9">
                  <w:t>března</w:t>
                </w:r>
                <w:r w:rsidR="00736ADD">
                  <w:t xml:space="preserve"> 2022</w:t>
                </w:r>
              </w:sdtContent>
            </w:sdt>
          </w:p>
          <w:p w:rsidR="0049776A" w:rsidRDefault="008B7272" w:rsidP="008B7272">
            <w:pPr>
              <w:pStyle w:val="Datum1"/>
            </w:pPr>
            <w:r>
              <w:t>Č. j.:</w:t>
            </w:r>
            <w:r w:rsidR="00C30D30">
              <w:t xml:space="preserve"> MPO</w:t>
            </w:r>
            <w:r w:rsidR="0049776A">
              <w:t xml:space="preserve"> </w:t>
            </w:r>
            <w:sdt>
              <w:sdtPr>
                <w:id w:val="1583492768"/>
                <w:placeholder>
                  <w:docPart w:val="FFAAF9D10729453D8D17CB0DDED49C50"/>
                </w:placeholder>
              </w:sdtPr>
              <w:sdtEndPr/>
              <w:sdtContent>
                <w:r w:rsidR="00280496">
                  <w:t>11143</w:t>
                </w:r>
                <w:r w:rsidR="00736ADD">
                  <w:t>/2</w:t>
                </w:r>
                <w:r w:rsidR="000C62AE">
                  <w:t>2</w:t>
                </w:r>
                <w:r w:rsidR="00736ADD">
                  <w:t>/71600/01000</w:t>
                </w:r>
              </w:sdtContent>
            </w:sdt>
          </w:p>
        </w:tc>
      </w:tr>
      <w:tr w:rsidR="00EF1465" w:rsidTr="006B3C12">
        <w:trPr>
          <w:cantSplit/>
          <w:trHeight w:hRule="exact" w:val="283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7657DC">
            <w:pPr>
              <w:pStyle w:val="Datum1"/>
            </w:pPr>
          </w:p>
        </w:tc>
      </w:tr>
    </w:tbl>
    <w:p w:rsidR="00BE16FD" w:rsidRDefault="00BE16FD" w:rsidP="00BE16FD">
      <w:pPr>
        <w:pStyle w:val="Konec"/>
        <w:sectPr w:rsidR="00BE16FD" w:rsidSect="00041CC5">
          <w:footerReference w:type="default" r:id="rId7"/>
          <w:footerReference w:type="first" r:id="rId8"/>
          <w:pgSz w:w="11906" w:h="16838" w:code="9"/>
          <w:pgMar w:top="567" w:right="1134" w:bottom="3005" w:left="1134" w:header="0" w:footer="0" w:gutter="0"/>
          <w:cols w:space="708"/>
          <w:docGrid w:linePitch="360"/>
        </w:sectPr>
      </w:pPr>
    </w:p>
    <w:p w:rsidR="00BE16FD" w:rsidRDefault="00BE16FD" w:rsidP="00BE16FD">
      <w:pPr>
        <w:pStyle w:val="Konec"/>
      </w:pPr>
    </w:p>
    <w:sdt>
      <w:sdtPr>
        <w:id w:val="-823282327"/>
        <w:placeholder>
          <w:docPart w:val="CB29209BDFDB4547A9FE3A4EB996D148"/>
        </w:placeholder>
      </w:sdtPr>
      <w:sdtEndPr/>
      <w:sdtContent>
        <w:p w:rsidR="00A1434E" w:rsidRDefault="00736ADD" w:rsidP="00A56FC4">
          <w:r>
            <w:t>Vážení,</w:t>
          </w:r>
        </w:p>
      </w:sdtContent>
    </w:sdt>
    <w:sdt>
      <w:sdtPr>
        <w:id w:val="668367642"/>
        <w:placeholder>
          <w:docPart w:val="C2FFBC448CCB4B8F97E0302E54E2CEDA"/>
        </w:placeholder>
      </w:sdtPr>
      <w:sdtEndPr>
        <w:rPr>
          <w:color w:val="000000" w:themeColor="text1"/>
        </w:rPr>
      </w:sdtEndPr>
      <w:sdtContent>
        <w:bookmarkStart w:id="0" w:name="_Hlk65488599" w:displacedByCustomXml="next"/>
        <w:bookmarkEnd w:id="0" w:displacedByCustomXml="next"/>
        <w:sdt>
          <w:sdtPr>
            <w:id w:val="-1983461121"/>
            <w:placeholder>
              <w:docPart w:val="98F9E602AAF74A5B8167BFA0C7D3571A"/>
            </w:placeholder>
          </w:sdtPr>
          <w:sdtEndPr>
            <w:rPr>
              <w:color w:val="000000" w:themeColor="text1"/>
            </w:rPr>
          </w:sdtEndPr>
          <w:sdtContent>
            <w:p w:rsidR="00736ADD" w:rsidRPr="003B655C" w:rsidRDefault="00736ADD" w:rsidP="00736ADD">
              <w:pPr>
                <w:ind w:firstLine="708"/>
                <w:jc w:val="both"/>
                <w:rPr>
                  <w:rFonts w:ascii="Calibri" w:hAnsi="Calibri"/>
                  <w:color w:val="000000" w:themeColor="text1"/>
                  <w:szCs w:val="22"/>
                </w:rPr>
              </w:pPr>
              <w:r w:rsidRPr="003B655C">
                <w:rPr>
                  <w:iCs/>
                  <w:color w:val="000000" w:themeColor="text1"/>
                </w:rPr>
                <w:t>v rámci vnějšího připomínkového řízení byl do elektronické knihovny Úřadu vlády ČR (</w:t>
              </w:r>
              <w:proofErr w:type="spellStart"/>
              <w:r w:rsidRPr="003B655C">
                <w:rPr>
                  <w:iCs/>
                  <w:color w:val="000000" w:themeColor="text1"/>
                </w:rPr>
                <w:t>eKLEP</w:t>
              </w:r>
              <w:proofErr w:type="spellEnd"/>
              <w:r w:rsidRPr="003B655C">
                <w:rPr>
                  <w:iCs/>
                  <w:color w:val="000000" w:themeColor="text1"/>
                </w:rPr>
                <w:t>) vložen materiál „</w:t>
              </w:r>
              <w:sdt>
                <w:sdtPr>
                  <w:rPr>
                    <w:color w:val="000000" w:themeColor="text1"/>
                  </w:rPr>
                  <w:id w:val="-1161466576"/>
                </w:sdtPr>
                <w:sdtEndPr/>
                <w:sdtContent>
                  <w:sdt>
                    <w:sdtPr>
                      <w:rPr>
                        <w:color w:val="000000" w:themeColor="text1"/>
                        <w:szCs w:val="22"/>
                      </w:rPr>
                      <w:id w:val="685640644"/>
                      <w:placeholder>
                        <w:docPart w:val="BAA0C647BB2F4EACBBE54D1C07DD0FE3"/>
                      </w:placeholder>
                    </w:sdtPr>
                    <w:sdtEndPr/>
                    <w:sdtContent>
                      <w:sdt>
                        <w:sdtPr>
                          <w:rPr>
                            <w:color w:val="000000" w:themeColor="text1"/>
                            <w:szCs w:val="22"/>
                          </w:rPr>
                          <w:id w:val="1090965764"/>
                          <w:placeholder>
                            <w:docPart w:val="6AC7756ED7C346A2A7350A5D0676E590"/>
                          </w:placeholder>
                        </w:sdtPr>
                        <w:sdtEndPr/>
                        <w:sdtContent>
                          <w:r w:rsidR="00BD65A9" w:rsidRPr="003B655C">
                            <w:rPr>
                              <w:color w:val="000000" w:themeColor="text1"/>
                            </w:rPr>
                            <w:t>Návrh vyhlášky o stanovení charakteristik přiměřených požadavků na poskytování služby přístupu k internetu a přístupu k hlasové komunikační službě v pevném místě, včetně připojení potřebného k využívání služby, a parametrů jejich kvality v rámci univerzální služby</w:t>
                          </w:r>
                        </w:sdtContent>
                      </w:sdt>
                    </w:sdtContent>
                  </w:sdt>
                </w:sdtContent>
              </w:sdt>
              <w:r w:rsidRPr="003B655C">
                <w:rPr>
                  <w:iCs/>
                  <w:color w:val="000000" w:themeColor="text1"/>
                </w:rPr>
                <w:t>“.</w:t>
              </w:r>
            </w:p>
            <w:p w:rsidR="00736ADD" w:rsidRPr="003B655C" w:rsidRDefault="00736ADD" w:rsidP="00736ADD">
              <w:pPr>
                <w:pStyle w:val="Normlnodsazen"/>
                <w:jc w:val="both"/>
                <w:rPr>
                  <w:bCs/>
                  <w:iCs/>
                  <w:color w:val="000000" w:themeColor="text1"/>
                </w:rPr>
              </w:pPr>
              <w:r w:rsidRPr="003B655C">
                <w:rPr>
                  <w:iCs/>
                  <w:color w:val="000000" w:themeColor="text1"/>
                </w:rPr>
                <w:t>Vaše připomínky očekávám nejpozději do 15 pracovních dnů o</w:t>
              </w:r>
              <w:bookmarkStart w:id="1" w:name="_GoBack"/>
              <w:bookmarkEnd w:id="1"/>
              <w:r w:rsidRPr="003B655C">
                <w:rPr>
                  <w:iCs/>
                  <w:color w:val="000000" w:themeColor="text1"/>
                </w:rPr>
                <w:t xml:space="preserve">de dne vložení materiálu do systému </w:t>
              </w:r>
              <w:proofErr w:type="spellStart"/>
              <w:r w:rsidRPr="003B655C">
                <w:rPr>
                  <w:iCs/>
                  <w:color w:val="000000" w:themeColor="text1"/>
                </w:rPr>
                <w:t>eKLEP</w:t>
              </w:r>
              <w:proofErr w:type="spellEnd"/>
              <w:r w:rsidRPr="003B655C">
                <w:rPr>
                  <w:iCs/>
                  <w:color w:val="000000" w:themeColor="text1"/>
                </w:rPr>
                <w:t xml:space="preserve"> v souladu s čl. 16 odst. 2 Legislativních pravidel vlády. V případě, že do tohoto data Vaše připomínky nevložíte do systému </w:t>
              </w:r>
              <w:proofErr w:type="spellStart"/>
              <w:r w:rsidRPr="003B655C">
                <w:rPr>
                  <w:iCs/>
                  <w:color w:val="000000" w:themeColor="text1"/>
                </w:rPr>
                <w:t>eKLEP</w:t>
              </w:r>
              <w:proofErr w:type="spellEnd"/>
              <w:r w:rsidRPr="003B655C">
                <w:rPr>
                  <w:iCs/>
                  <w:color w:val="000000" w:themeColor="text1"/>
                </w:rPr>
                <w:t xml:space="preserve">, budu považovat Vaše stanovisko k předloženému materiálu za souhlasné. Současně žádám o zaslání Vašich připomínek na elektronické adresy </w:t>
              </w:r>
              <w:hyperlink r:id="rId9" w:history="1">
                <w:r w:rsidRPr="003B655C">
                  <w:rPr>
                    <w:rStyle w:val="Hypertextovodkaz"/>
                    <w:color w:val="000000" w:themeColor="text1"/>
                  </w:rPr>
                  <w:t>fric@mpo.cz</w:t>
                </w:r>
              </w:hyperlink>
              <w:r w:rsidRPr="003B655C">
                <w:rPr>
                  <w:color w:val="000000" w:themeColor="text1"/>
                </w:rPr>
                <w:t xml:space="preserve"> a </w:t>
              </w:r>
              <w:hyperlink r:id="rId10" w:history="1">
                <w:r w:rsidRPr="003B655C">
                  <w:rPr>
                    <w:rStyle w:val="Hypertextovodkaz"/>
                    <w:color w:val="000000" w:themeColor="text1"/>
                  </w:rPr>
                  <w:t>jvacek@mpo.cz</w:t>
                </w:r>
              </w:hyperlink>
              <w:r w:rsidRPr="003B655C">
                <w:rPr>
                  <w:color w:val="000000" w:themeColor="text1"/>
                </w:rPr>
                <w:t xml:space="preserve"> </w:t>
              </w:r>
              <w:r w:rsidRPr="003B655C">
                <w:rPr>
                  <w:iCs/>
                  <w:color w:val="000000" w:themeColor="text1"/>
                </w:rPr>
                <w:t>spolu se sdělením kontaktních údajů osoby, s níž bude možné připomínky vypořádat. Termín a místo konání jednání k vypořádání připomínek budou sděleny dodatečně.</w:t>
              </w:r>
            </w:p>
            <w:p w:rsidR="00543758" w:rsidRPr="003B655C" w:rsidRDefault="00736ADD" w:rsidP="003E6F25">
              <w:pPr>
                <w:pStyle w:val="Normlnodsazen"/>
                <w:spacing w:after="240"/>
                <w:jc w:val="both"/>
                <w:rPr>
                  <w:color w:val="000000" w:themeColor="text1"/>
                </w:rPr>
              </w:pPr>
              <w:r w:rsidRPr="003B655C">
                <w:rPr>
                  <w:color w:val="000000" w:themeColor="text1"/>
                </w:rPr>
                <w:t>S pozdravem</w:t>
              </w:r>
            </w:p>
          </w:sdtContent>
        </w:sdt>
      </w:sdtContent>
    </w:sdt>
    <w:p w:rsidR="00736ADD" w:rsidRPr="00E94721" w:rsidRDefault="00736ADD" w:rsidP="00736ADD">
      <w:pPr>
        <w:pStyle w:val="StylStylramecekvzorekdn"/>
        <w:framePr w:vSpace="567" w:wrap="around"/>
      </w:pPr>
      <w:r>
        <w:t>Adresáti:</w:t>
      </w:r>
    </w:p>
    <w:bookmarkStart w:id="2" w:name="_Hlk65488674" w:displacedByCustomXml="next"/>
    <w:sdt>
      <w:sdtPr>
        <w:id w:val="781928542"/>
        <w:placeholder>
          <w:docPart w:val="584AAB2CE53A42AC864A61FAC5BF27A3"/>
        </w:placeholder>
      </w:sdtPr>
      <w:sdtEndPr/>
      <w:sdtContent>
        <w:p w:rsidR="00736ADD" w:rsidRPr="00E94721" w:rsidRDefault="00736ADD" w:rsidP="00736ADD">
          <w:pPr>
            <w:pStyle w:val="StylStylramecekvzorekdn"/>
            <w:framePr w:vSpace="567" w:wrap="around"/>
          </w:pPr>
          <w:r>
            <w:t>viz rozdělovník v příloze</w:t>
          </w:r>
        </w:p>
      </w:sdtContent>
    </w:sdt>
    <w:bookmarkEnd w:id="2" w:displacedByCustomXml="prev"/>
    <w:p w:rsidR="00E26339" w:rsidRPr="00E94721" w:rsidRDefault="00E26339" w:rsidP="00BE4067">
      <w:pPr>
        <w:pStyle w:val="StylStylramecekvzorekdn"/>
        <w:framePr w:vSpace="567" w:wrap="around"/>
      </w:pPr>
    </w:p>
    <w:sdt>
      <w:sdtPr>
        <w:id w:val="-654683548"/>
        <w:placeholder>
          <w:docPart w:val="DACE4DA7CA9943A5AC5F2F5CD5101D74"/>
        </w:placeholder>
      </w:sdtPr>
      <w:sdtEndPr/>
      <w:sdtContent>
        <w:p w:rsidR="00E26339" w:rsidRPr="00E94721" w:rsidRDefault="00736ADD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sdt>
      <w:sdtPr>
        <w:id w:val="-1242552936"/>
        <w:placeholder>
          <w:docPart w:val="F04DA1637D2242A5BF88B5CA433BCDF7"/>
        </w:placeholder>
      </w:sdtPr>
      <w:sdtEndPr/>
      <w:sdtContent>
        <w:p w:rsidR="00E26339" w:rsidRPr="00E94721" w:rsidRDefault="00736ADD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sdt>
      <w:sdtPr>
        <w:id w:val="-1629623132"/>
        <w:placeholder>
          <w:docPart w:val="1A7CDE03A055421F86DC5884A6005221"/>
        </w:placeholder>
      </w:sdtPr>
      <w:sdtEndPr/>
      <w:sdtContent>
        <w:p w:rsidR="000D3C31" w:rsidRPr="00E94721" w:rsidRDefault="00736ADD" w:rsidP="00BE4067">
          <w:pPr>
            <w:pStyle w:val="StylStylramecekvzorekdn"/>
            <w:framePr w:vSpace="567" w:wrap="around"/>
          </w:pPr>
          <w:r>
            <w:t xml:space="preserve"> </w:t>
          </w:r>
        </w:p>
      </w:sdtContent>
    </w:sdt>
    <w:p w:rsidR="00C74DD0" w:rsidRDefault="00C74DD0" w:rsidP="00736ADD">
      <w:pPr>
        <w:jc w:val="both"/>
      </w:pPr>
    </w:p>
    <w:sectPr w:rsidR="00C74DD0" w:rsidSect="00041CC5">
      <w:headerReference w:type="default" r:id="rId11"/>
      <w:footerReference w:type="default" r:id="rId12"/>
      <w:type w:val="continuous"/>
      <w:pgSz w:w="11906" w:h="16838" w:code="9"/>
      <w:pgMar w:top="567" w:right="1134" w:bottom="3005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6ADD" w:rsidRDefault="00736ADD" w:rsidP="00A1434E">
      <w:pPr>
        <w:spacing w:after="0" w:line="240" w:lineRule="auto"/>
      </w:pPr>
      <w:r>
        <w:separator/>
      </w:r>
    </w:p>
  </w:endnote>
  <w:endnote w:type="continuationSeparator" w:id="0">
    <w:p w:rsidR="00736ADD" w:rsidRDefault="00736ADD" w:rsidP="00A143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A1434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A1434E" w:rsidRPr="00B93DAF" w:rsidRDefault="00543758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1" locked="0" layoutInCell="1" allowOverlap="1" wp14:anchorId="17D4FB6D" wp14:editId="60BE51C6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D6E45">
            <w:rPr>
              <w:noProof/>
              <w:lang w:eastAsia="cs-CZ"/>
            </w:rPr>
            <w:drawing>
              <wp:anchor distT="0" distB="0" distL="114300" distR="114300" simplePos="0" relativeHeight="251666432" behindDoc="0" locked="0" layoutInCell="1" allowOverlap="1" wp14:anchorId="18EFD792" wp14:editId="442DCB17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15" name="Obrázek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F4F3B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Default="007D44F2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0" layoutInCell="1" allowOverlap="1" wp14:anchorId="6B448FDA" wp14:editId="404F84D9">
                <wp:simplePos x="0" y="0"/>
                <wp:positionH relativeFrom="column">
                  <wp:posOffset>4469130</wp:posOffset>
                </wp:positionH>
                <wp:positionV relativeFrom="paragraph">
                  <wp:posOffset>132080</wp:posOffset>
                </wp:positionV>
                <wp:extent cx="1606550" cy="584835"/>
                <wp:effectExtent l="0" t="0" r="0" b="571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6550" cy="584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F4F3B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Pr="00B93DAF" w:rsidRDefault="00CF4F3B" w:rsidP="002F5125"/>
      </w:tc>
    </w:tr>
  </w:tbl>
  <w:p w:rsidR="00A1434E" w:rsidRDefault="00A1434E" w:rsidP="00A1434E">
    <w:pPr>
      <w:pStyle w:val="Kone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484A2E" w:rsidTr="00650C88">
      <w:trPr>
        <w:cantSplit/>
        <w:trHeight w:hRule="exact" w:val="164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>
          <w:pPr>
            <w:pStyle w:val="Normalnitabulka"/>
          </w:pPr>
          <w:r>
            <w:drawing>
              <wp:anchor distT="0" distB="0" distL="114300" distR="114300" simplePos="0" relativeHeight="251663360" behindDoc="1" locked="0" layoutInCell="1" allowOverlap="1" wp14:anchorId="0053F638" wp14:editId="30197B4A">
                <wp:simplePos x="0" y="0"/>
                <wp:positionH relativeFrom="column">
                  <wp:posOffset>-1977390</wp:posOffset>
                </wp:positionH>
                <wp:positionV relativeFrom="paragraph">
                  <wp:posOffset>125095</wp:posOffset>
                </wp:positionV>
                <wp:extent cx="9430385" cy="4318635"/>
                <wp:effectExtent l="0" t="0" r="0" b="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30385" cy="431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84A2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  <w:tr w:rsidR="00484A2E" w:rsidTr="00650C88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/>
      </w:tc>
    </w:tr>
    <w:tr w:rsidR="00484A2E" w:rsidTr="00E0383C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</w:tbl>
  <w:p w:rsidR="00A629D6" w:rsidRDefault="00A629D6" w:rsidP="00484A2E">
    <w:pPr>
      <w:pStyle w:val="Kone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3E641D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Pr="00B93DAF" w:rsidRDefault="003E641D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1" locked="0" layoutInCell="1" allowOverlap="1" wp14:anchorId="5C9BA185" wp14:editId="59905929">
                <wp:simplePos x="0" y="0"/>
                <wp:positionH relativeFrom="column">
                  <wp:posOffset>-729615</wp:posOffset>
                </wp:positionH>
                <wp:positionV relativeFrom="paragraph">
                  <wp:posOffset>-1170940</wp:posOffset>
                </wp:positionV>
                <wp:extent cx="7559055" cy="3200407"/>
                <wp:effectExtent l="0" t="0" r="381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A4-bila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9055" cy="32004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w:drawing>
              <wp:anchor distT="0" distB="0" distL="114300" distR="114300" simplePos="0" relativeHeight="251669504" behindDoc="0" locked="0" layoutInCell="1" allowOverlap="1" wp14:anchorId="11B95EAD" wp14:editId="0F71D217">
                <wp:simplePos x="0" y="0"/>
                <wp:positionH relativeFrom="column">
                  <wp:posOffset>-91440</wp:posOffset>
                </wp:positionH>
                <wp:positionV relativeFrom="paragraph">
                  <wp:posOffset>541655</wp:posOffset>
                </wp:positionV>
                <wp:extent cx="1624330" cy="86868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logo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4330" cy="868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3E641D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Default="00631DCB" w:rsidP="002F5125">
          <w:r>
            <w:rPr>
              <w:noProof/>
              <w:lang w:eastAsia="cs-CZ"/>
            </w:rPr>
            <w:drawing>
              <wp:anchor distT="0" distB="0" distL="114300" distR="114300" simplePos="0" relativeHeight="251676672" behindDoc="0" locked="0" layoutInCell="1" allowOverlap="1" wp14:anchorId="1C957B86" wp14:editId="2DB07BE1">
                <wp:simplePos x="0" y="0"/>
                <wp:positionH relativeFrom="column">
                  <wp:posOffset>4471279</wp:posOffset>
                </wp:positionH>
                <wp:positionV relativeFrom="paragraph">
                  <wp:posOffset>134620</wp:posOffset>
                </wp:positionV>
                <wp:extent cx="1606550" cy="584835"/>
                <wp:effectExtent l="0" t="0" r="0" b="5715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6550" cy="584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3E641D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3E641D" w:rsidRPr="003E641D" w:rsidRDefault="003E641D" w:rsidP="003E641D">
          <w:pPr>
            <w:spacing w:line="340" w:lineRule="exact"/>
            <w:jc w:val="center"/>
            <w:rPr>
              <w:sz w:val="18"/>
              <w:szCs w:val="18"/>
            </w:rPr>
          </w:pPr>
          <w:r w:rsidRPr="003E641D">
            <w:rPr>
              <w:sz w:val="18"/>
              <w:szCs w:val="18"/>
            </w:rPr>
            <w:fldChar w:fldCharType="begin"/>
          </w:r>
          <w:r w:rsidRPr="003E641D">
            <w:rPr>
              <w:sz w:val="18"/>
              <w:szCs w:val="18"/>
            </w:rPr>
            <w:instrText>PAGE   \* MERGEFORMAT</w:instrText>
          </w:r>
          <w:r w:rsidRPr="003E641D">
            <w:rPr>
              <w:sz w:val="18"/>
              <w:szCs w:val="18"/>
            </w:rPr>
            <w:fldChar w:fldCharType="separate"/>
          </w:r>
          <w:r w:rsidR="002E4CCC">
            <w:rPr>
              <w:noProof/>
              <w:sz w:val="18"/>
              <w:szCs w:val="18"/>
            </w:rPr>
            <w:t>2</w:t>
          </w:r>
          <w:r w:rsidRPr="003E641D">
            <w:rPr>
              <w:sz w:val="18"/>
              <w:szCs w:val="18"/>
            </w:rPr>
            <w:fldChar w:fldCharType="end"/>
          </w:r>
        </w:p>
      </w:tc>
    </w:tr>
  </w:tbl>
  <w:p w:rsidR="003E641D" w:rsidRDefault="003E641D" w:rsidP="00A1434E">
    <w:pPr>
      <w:pStyle w:val="Kone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6ADD" w:rsidRDefault="00736ADD" w:rsidP="00A1434E">
      <w:pPr>
        <w:spacing w:after="0" w:line="240" w:lineRule="auto"/>
      </w:pPr>
      <w:r>
        <w:separator/>
      </w:r>
    </w:p>
  </w:footnote>
  <w:footnote w:type="continuationSeparator" w:id="0">
    <w:p w:rsidR="00736ADD" w:rsidRDefault="00736ADD" w:rsidP="00A143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34"/>
  <w:drawingGridVerticalSpacing w:val="1134"/>
  <w:displayHorizontalDrawingGridEvery w:val="2"/>
  <w:displayVerticalDrawingGridEvery w:val="2"/>
  <w:doNotUseMarginsForDrawingGridOrigin/>
  <w:drawingGridHorizontalOrigin w:val="1134"/>
  <w:drawingGridVerticalOrigin w:val="1134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ADD"/>
    <w:rsid w:val="00007B6C"/>
    <w:rsid w:val="0001447B"/>
    <w:rsid w:val="00016122"/>
    <w:rsid w:val="00020835"/>
    <w:rsid w:val="0003440C"/>
    <w:rsid w:val="00041CC5"/>
    <w:rsid w:val="000427AC"/>
    <w:rsid w:val="0009582A"/>
    <w:rsid w:val="000A7B87"/>
    <w:rsid w:val="000B266A"/>
    <w:rsid w:val="000C62AE"/>
    <w:rsid w:val="000C6A4D"/>
    <w:rsid w:val="000C7D77"/>
    <w:rsid w:val="000D3C31"/>
    <w:rsid w:val="000D6E45"/>
    <w:rsid w:val="000E2581"/>
    <w:rsid w:val="000E274C"/>
    <w:rsid w:val="000F1EE8"/>
    <w:rsid w:val="0010266C"/>
    <w:rsid w:val="001035E2"/>
    <w:rsid w:val="001155EB"/>
    <w:rsid w:val="001179F6"/>
    <w:rsid w:val="00117D6F"/>
    <w:rsid w:val="00135A0A"/>
    <w:rsid w:val="00137ABC"/>
    <w:rsid w:val="001612E2"/>
    <w:rsid w:val="001644AF"/>
    <w:rsid w:val="00177785"/>
    <w:rsid w:val="00177B42"/>
    <w:rsid w:val="00180AF5"/>
    <w:rsid w:val="001872A8"/>
    <w:rsid w:val="001872CB"/>
    <w:rsid w:val="001900A5"/>
    <w:rsid w:val="001C53B9"/>
    <w:rsid w:val="001D540C"/>
    <w:rsid w:val="001D60A3"/>
    <w:rsid w:val="001E5A10"/>
    <w:rsid w:val="001F025E"/>
    <w:rsid w:val="001F3233"/>
    <w:rsid w:val="001F32EB"/>
    <w:rsid w:val="00215918"/>
    <w:rsid w:val="00221F7F"/>
    <w:rsid w:val="0023030D"/>
    <w:rsid w:val="00231449"/>
    <w:rsid w:val="002527F1"/>
    <w:rsid w:val="00262C8A"/>
    <w:rsid w:val="002747AE"/>
    <w:rsid w:val="00280496"/>
    <w:rsid w:val="00281126"/>
    <w:rsid w:val="00283B67"/>
    <w:rsid w:val="00291861"/>
    <w:rsid w:val="002935FF"/>
    <w:rsid w:val="002C1F88"/>
    <w:rsid w:val="002C7F72"/>
    <w:rsid w:val="002D5320"/>
    <w:rsid w:val="002D6B94"/>
    <w:rsid w:val="002E4CCC"/>
    <w:rsid w:val="0031462D"/>
    <w:rsid w:val="0033706B"/>
    <w:rsid w:val="003519C0"/>
    <w:rsid w:val="00365074"/>
    <w:rsid w:val="00381156"/>
    <w:rsid w:val="00381833"/>
    <w:rsid w:val="00381E1B"/>
    <w:rsid w:val="003830F5"/>
    <w:rsid w:val="00391554"/>
    <w:rsid w:val="003935A6"/>
    <w:rsid w:val="003B27E3"/>
    <w:rsid w:val="003B655C"/>
    <w:rsid w:val="003C0742"/>
    <w:rsid w:val="003C28AC"/>
    <w:rsid w:val="003C6DA4"/>
    <w:rsid w:val="003D4F00"/>
    <w:rsid w:val="003E641D"/>
    <w:rsid w:val="003E6F25"/>
    <w:rsid w:val="003F2131"/>
    <w:rsid w:val="004100B2"/>
    <w:rsid w:val="00415678"/>
    <w:rsid w:val="00425292"/>
    <w:rsid w:val="004306CC"/>
    <w:rsid w:val="00440433"/>
    <w:rsid w:val="00441E05"/>
    <w:rsid w:val="00443511"/>
    <w:rsid w:val="00467AAC"/>
    <w:rsid w:val="00476E19"/>
    <w:rsid w:val="00480429"/>
    <w:rsid w:val="00483DAD"/>
    <w:rsid w:val="00484A2E"/>
    <w:rsid w:val="00490456"/>
    <w:rsid w:val="0049776A"/>
    <w:rsid w:val="004A60D8"/>
    <w:rsid w:val="004C18EF"/>
    <w:rsid w:val="004D7163"/>
    <w:rsid w:val="004E7F24"/>
    <w:rsid w:val="004F4402"/>
    <w:rsid w:val="005027A7"/>
    <w:rsid w:val="00521A3A"/>
    <w:rsid w:val="005432C6"/>
    <w:rsid w:val="00543758"/>
    <w:rsid w:val="0055000B"/>
    <w:rsid w:val="00565EA8"/>
    <w:rsid w:val="005764C1"/>
    <w:rsid w:val="00586F6E"/>
    <w:rsid w:val="00591DC3"/>
    <w:rsid w:val="00595745"/>
    <w:rsid w:val="005B3323"/>
    <w:rsid w:val="005B397C"/>
    <w:rsid w:val="005C5804"/>
    <w:rsid w:val="005D27C1"/>
    <w:rsid w:val="005D4CE6"/>
    <w:rsid w:val="0061465E"/>
    <w:rsid w:val="00631DCB"/>
    <w:rsid w:val="00640A0C"/>
    <w:rsid w:val="006455E8"/>
    <w:rsid w:val="00647E51"/>
    <w:rsid w:val="00650690"/>
    <w:rsid w:val="0066235C"/>
    <w:rsid w:val="00664910"/>
    <w:rsid w:val="00675D84"/>
    <w:rsid w:val="00677349"/>
    <w:rsid w:val="00686356"/>
    <w:rsid w:val="006A228B"/>
    <w:rsid w:val="006B3C12"/>
    <w:rsid w:val="006B48A1"/>
    <w:rsid w:val="006B578D"/>
    <w:rsid w:val="006C00A7"/>
    <w:rsid w:val="006D0CC6"/>
    <w:rsid w:val="006D2011"/>
    <w:rsid w:val="006E5CEC"/>
    <w:rsid w:val="006E5EDB"/>
    <w:rsid w:val="00707830"/>
    <w:rsid w:val="00711059"/>
    <w:rsid w:val="00715EAA"/>
    <w:rsid w:val="00716A6C"/>
    <w:rsid w:val="00720B2B"/>
    <w:rsid w:val="00736ADD"/>
    <w:rsid w:val="0074545E"/>
    <w:rsid w:val="007463A6"/>
    <w:rsid w:val="007657DC"/>
    <w:rsid w:val="00777C40"/>
    <w:rsid w:val="007A55CA"/>
    <w:rsid w:val="007B208D"/>
    <w:rsid w:val="007C0EA0"/>
    <w:rsid w:val="007C6EFF"/>
    <w:rsid w:val="007D44F2"/>
    <w:rsid w:val="007E4862"/>
    <w:rsid w:val="00811E3E"/>
    <w:rsid w:val="00814B71"/>
    <w:rsid w:val="008230B8"/>
    <w:rsid w:val="00846686"/>
    <w:rsid w:val="0085051C"/>
    <w:rsid w:val="00861587"/>
    <w:rsid w:val="00861E9F"/>
    <w:rsid w:val="008A62B7"/>
    <w:rsid w:val="008B7272"/>
    <w:rsid w:val="008C2F9D"/>
    <w:rsid w:val="008C7527"/>
    <w:rsid w:val="008D255A"/>
    <w:rsid w:val="00907C02"/>
    <w:rsid w:val="00914150"/>
    <w:rsid w:val="009218C7"/>
    <w:rsid w:val="009232B1"/>
    <w:rsid w:val="00930591"/>
    <w:rsid w:val="00933651"/>
    <w:rsid w:val="00933D83"/>
    <w:rsid w:val="00935389"/>
    <w:rsid w:val="00942A30"/>
    <w:rsid w:val="00947D80"/>
    <w:rsid w:val="00984E87"/>
    <w:rsid w:val="009859F0"/>
    <w:rsid w:val="00991FBA"/>
    <w:rsid w:val="009956A5"/>
    <w:rsid w:val="009A5AFB"/>
    <w:rsid w:val="009C00C4"/>
    <w:rsid w:val="009D07F8"/>
    <w:rsid w:val="009E438F"/>
    <w:rsid w:val="00A0053A"/>
    <w:rsid w:val="00A1434E"/>
    <w:rsid w:val="00A1621A"/>
    <w:rsid w:val="00A24A8D"/>
    <w:rsid w:val="00A26EB3"/>
    <w:rsid w:val="00A27849"/>
    <w:rsid w:val="00A31624"/>
    <w:rsid w:val="00A3610E"/>
    <w:rsid w:val="00A36E6F"/>
    <w:rsid w:val="00A4449C"/>
    <w:rsid w:val="00A51940"/>
    <w:rsid w:val="00A54A63"/>
    <w:rsid w:val="00A55C85"/>
    <w:rsid w:val="00A56FC4"/>
    <w:rsid w:val="00A629D6"/>
    <w:rsid w:val="00A7129C"/>
    <w:rsid w:val="00A766D7"/>
    <w:rsid w:val="00AA016E"/>
    <w:rsid w:val="00AA1760"/>
    <w:rsid w:val="00AA1D6D"/>
    <w:rsid w:val="00AB3CE9"/>
    <w:rsid w:val="00AC5882"/>
    <w:rsid w:val="00AC6BCB"/>
    <w:rsid w:val="00AE1A18"/>
    <w:rsid w:val="00AF6B15"/>
    <w:rsid w:val="00AF6E17"/>
    <w:rsid w:val="00B05E36"/>
    <w:rsid w:val="00B237B3"/>
    <w:rsid w:val="00B26510"/>
    <w:rsid w:val="00B43AAF"/>
    <w:rsid w:val="00B51D9E"/>
    <w:rsid w:val="00B54C04"/>
    <w:rsid w:val="00B67AF4"/>
    <w:rsid w:val="00B8103B"/>
    <w:rsid w:val="00BA7B78"/>
    <w:rsid w:val="00BC7A5D"/>
    <w:rsid w:val="00BD0728"/>
    <w:rsid w:val="00BD081B"/>
    <w:rsid w:val="00BD65A9"/>
    <w:rsid w:val="00BE16FD"/>
    <w:rsid w:val="00BE1C50"/>
    <w:rsid w:val="00BE3DC6"/>
    <w:rsid w:val="00BE4067"/>
    <w:rsid w:val="00BE41F5"/>
    <w:rsid w:val="00BF2B94"/>
    <w:rsid w:val="00C075AA"/>
    <w:rsid w:val="00C07DC1"/>
    <w:rsid w:val="00C10C23"/>
    <w:rsid w:val="00C26A00"/>
    <w:rsid w:val="00C30D30"/>
    <w:rsid w:val="00C316CA"/>
    <w:rsid w:val="00C466EA"/>
    <w:rsid w:val="00C50950"/>
    <w:rsid w:val="00C63545"/>
    <w:rsid w:val="00C6388E"/>
    <w:rsid w:val="00C63E9B"/>
    <w:rsid w:val="00C74DD0"/>
    <w:rsid w:val="00C772D2"/>
    <w:rsid w:val="00C84D72"/>
    <w:rsid w:val="00C869A0"/>
    <w:rsid w:val="00CD2142"/>
    <w:rsid w:val="00CD48A5"/>
    <w:rsid w:val="00CF4F3B"/>
    <w:rsid w:val="00CF755B"/>
    <w:rsid w:val="00D41679"/>
    <w:rsid w:val="00D44D06"/>
    <w:rsid w:val="00D54143"/>
    <w:rsid w:val="00D618E7"/>
    <w:rsid w:val="00D76EA4"/>
    <w:rsid w:val="00D86776"/>
    <w:rsid w:val="00D93E2A"/>
    <w:rsid w:val="00DC13A6"/>
    <w:rsid w:val="00DC767B"/>
    <w:rsid w:val="00DF3301"/>
    <w:rsid w:val="00E0383C"/>
    <w:rsid w:val="00E101AC"/>
    <w:rsid w:val="00E26339"/>
    <w:rsid w:val="00E4130C"/>
    <w:rsid w:val="00E45538"/>
    <w:rsid w:val="00E51B21"/>
    <w:rsid w:val="00E5431C"/>
    <w:rsid w:val="00E724BE"/>
    <w:rsid w:val="00E73691"/>
    <w:rsid w:val="00E7760C"/>
    <w:rsid w:val="00E8478D"/>
    <w:rsid w:val="00E859AD"/>
    <w:rsid w:val="00E86524"/>
    <w:rsid w:val="00E94721"/>
    <w:rsid w:val="00EA5DCF"/>
    <w:rsid w:val="00EB0006"/>
    <w:rsid w:val="00ED1373"/>
    <w:rsid w:val="00ED677B"/>
    <w:rsid w:val="00EE674D"/>
    <w:rsid w:val="00EF1207"/>
    <w:rsid w:val="00EF1465"/>
    <w:rsid w:val="00EF5707"/>
    <w:rsid w:val="00EF5EB8"/>
    <w:rsid w:val="00F102A3"/>
    <w:rsid w:val="00F12A4D"/>
    <w:rsid w:val="00F33528"/>
    <w:rsid w:val="00F352AD"/>
    <w:rsid w:val="00F37D6D"/>
    <w:rsid w:val="00F52B73"/>
    <w:rsid w:val="00F560BE"/>
    <w:rsid w:val="00F801AB"/>
    <w:rsid w:val="00F84310"/>
    <w:rsid w:val="00F95851"/>
    <w:rsid w:val="00FB3C9C"/>
    <w:rsid w:val="00FB42EA"/>
    <w:rsid w:val="00FC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F9BBF7A-1684-4E70-890D-A40DF3CC1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11E3E"/>
    <w:pPr>
      <w:spacing w:after="160"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/>
      <w:outlineLvl w:val="0"/>
    </w:pPr>
    <w:rPr>
      <w:rFonts w:ascii="Calibri" w:hAnsi="Calibr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Konec">
    <w:name w:val="Konec"/>
    <w:basedOn w:val="Normln"/>
    <w:qFormat/>
    <w:rsid w:val="004A60D8"/>
    <w:pPr>
      <w:spacing w:line="240" w:lineRule="auto"/>
    </w:pPr>
    <w:rPr>
      <w:sz w:val="2"/>
    </w:rPr>
  </w:style>
  <w:style w:type="paragraph" w:customStyle="1" w:styleId="Datum1">
    <w:name w:val="Datum1"/>
    <w:qFormat/>
    <w:rsid w:val="00933D83"/>
    <w:pPr>
      <w:spacing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C466EA"/>
    <w:pPr>
      <w:tabs>
        <w:tab w:val="center" w:pos="4536"/>
        <w:tab w:val="right" w:pos="9072"/>
      </w:tabs>
      <w:spacing w:after="0" w:line="240" w:lineRule="auto"/>
    </w:p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C46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66E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64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AA016E"/>
    <w:pPr>
      <w:jc w:val="center"/>
    </w:pPr>
    <w:rPr>
      <w:rFonts w:asciiTheme="minorHAnsi" w:hAnsiTheme="minorHAns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914150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4100B2"/>
    <w:pPr>
      <w:jc w:val="center"/>
    </w:pPr>
    <w:rPr>
      <w:rFonts w:asciiTheme="minorHAnsi" w:hAnsiTheme="minorHAnsi"/>
      <w:color w:val="004B8D"/>
      <w:sz w:val="18"/>
      <w:szCs w:val="24"/>
      <w:lang w:eastAsia="en-US"/>
    </w:rPr>
  </w:style>
  <w:style w:type="paragraph" w:customStyle="1" w:styleId="Normalnitabulka">
    <w:name w:val="Normalni_tabulka"/>
    <w:basedOn w:val="Normln"/>
    <w:qFormat/>
    <w:rsid w:val="005D4CE6"/>
    <w:pPr>
      <w:spacing w:after="0" w:line="240" w:lineRule="auto"/>
    </w:pPr>
    <w:rPr>
      <w:noProof/>
      <w:lang w:eastAsia="cs-CZ"/>
    </w:rPr>
  </w:style>
  <w:style w:type="paragraph" w:customStyle="1" w:styleId="Normlnodsazen">
    <w:name w:val="Normální_odsazený"/>
    <w:basedOn w:val="Normln"/>
    <w:qFormat/>
    <w:rsid w:val="00A56FC4"/>
    <w:pPr>
      <w:ind w:firstLine="709"/>
    </w:pPr>
  </w:style>
  <w:style w:type="character" w:customStyle="1" w:styleId="ZhlavChar">
    <w:name w:val="Záhlaví Char"/>
    <w:basedOn w:val="Standardnpsmoodstavce"/>
    <w:link w:val="Zhlav"/>
    <w:uiPriority w:val="99"/>
    <w:rsid w:val="00C466EA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A143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1434E"/>
    <w:rPr>
      <w:rFonts w:asciiTheme="minorHAnsi" w:hAnsiTheme="minorHAnsi"/>
      <w:sz w:val="22"/>
      <w:szCs w:val="24"/>
      <w:lang w:eastAsia="en-US"/>
    </w:rPr>
  </w:style>
  <w:style w:type="character" w:customStyle="1" w:styleId="Neviditeln">
    <w:name w:val="Neviditelný"/>
    <w:basedOn w:val="Standardnpsmoodstavce"/>
    <w:uiPriority w:val="1"/>
    <w:qFormat/>
    <w:rsid w:val="00C74DD0"/>
    <w:rPr>
      <w:b/>
      <w:vanish/>
      <w:color w:val="FF0000"/>
    </w:rPr>
  </w:style>
  <w:style w:type="paragraph" w:customStyle="1" w:styleId="Adresat">
    <w:name w:val="Adresat"/>
    <w:basedOn w:val="Normln"/>
    <w:rsid w:val="006A228B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</w:pPr>
    <w:rPr>
      <w:sz w:val="18"/>
      <w:szCs w:val="20"/>
    </w:rPr>
  </w:style>
  <w:style w:type="paragraph" w:customStyle="1" w:styleId="Stylramecek">
    <w:name w:val="Styl_ramecek"/>
    <w:basedOn w:val="Normln"/>
    <w:rsid w:val="00E94721"/>
    <w:pPr>
      <w:framePr w:w="9639" w:h="1701" w:wrap="around" w:vAnchor="page" w:hAnchor="page" w:x="1135" w:y="11908" w:anchorLock="1"/>
      <w:shd w:val="clear" w:color="FFFFFF" w:fill="auto"/>
      <w:spacing w:after="0" w:line="240" w:lineRule="auto"/>
    </w:pPr>
    <w:rPr>
      <w:rFonts w:ascii="Calibri" w:hAnsi="Calibri"/>
      <w:szCs w:val="20"/>
    </w:rPr>
  </w:style>
  <w:style w:type="paragraph" w:customStyle="1" w:styleId="StylStylramecekvzorekdn">
    <w:name w:val="Styl Styl_ramecek + vzorek: Žádný"/>
    <w:basedOn w:val="Stylramecek"/>
    <w:autoRedefine/>
    <w:rsid w:val="00E4130C"/>
    <w:pPr>
      <w:framePr w:wrap="around"/>
      <w:shd w:val="clear" w:color="auto" w:fill="auto"/>
    </w:pPr>
  </w:style>
  <w:style w:type="paragraph" w:styleId="Bezmezer">
    <w:name w:val="No Spacing"/>
    <w:uiPriority w:val="1"/>
    <w:qFormat/>
    <w:rsid w:val="00E8478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736ADD"/>
    <w:rPr>
      <w:color w:val="0000FF" w:themeColor="hyperlink"/>
      <w:u w:val="single"/>
    </w:rPr>
  </w:style>
  <w:style w:type="paragraph" w:customStyle="1" w:styleId="Bold14">
    <w:name w:val="Bold14"/>
    <w:basedOn w:val="Normln"/>
    <w:qFormat/>
    <w:rsid w:val="00135A0A"/>
    <w:pPr>
      <w:spacing w:line="340" w:lineRule="exact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jvacek@mpo.cz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fric@mpo.cz" TargetMode="Externa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1%20Ministr\Dopis%20ministra\M-21%20Dopis%20ministra%20CZ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708D6CD07F04DEDB255EA054C2514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45EA0-083E-4A7C-847E-16F5DA0F3E78}"/>
      </w:docPartPr>
      <w:docPartBody>
        <w:p w:rsidR="003A6D72" w:rsidRDefault="006503E7">
          <w:pPr>
            <w:pStyle w:val="0708D6CD07F04DEDB255EA054C251489"/>
          </w:pPr>
          <w:r w:rsidRPr="00136958">
            <w:rPr>
              <w:rStyle w:val="Zstupntext"/>
            </w:rPr>
            <w:t>Zvolte položku.</w:t>
          </w:r>
        </w:p>
      </w:docPartBody>
    </w:docPart>
    <w:docPart>
      <w:docPartPr>
        <w:name w:val="8201303BB8AB4792BD1BED6348A520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0954C1-92E5-42EC-A291-10407248AD5D}"/>
      </w:docPartPr>
      <w:docPartBody>
        <w:p w:rsidR="003A6D72" w:rsidRDefault="006503E7">
          <w:pPr>
            <w:pStyle w:val="8201303BB8AB4792BD1BED6348A520E6"/>
          </w:pPr>
          <w:r>
            <w:rPr>
              <w:rStyle w:val="Zstupntext"/>
            </w:rPr>
            <w:t>Z</w:t>
          </w:r>
          <w:r w:rsidRPr="004C0B92">
            <w:rPr>
              <w:rStyle w:val="Zstupntext"/>
            </w:rPr>
            <w:t xml:space="preserve">adejte </w:t>
          </w:r>
          <w:r>
            <w:rPr>
              <w:rStyle w:val="Zstupntext"/>
            </w:rPr>
            <w:t>datum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FFAAF9D10729453D8D17CB0DDED49C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448226-8154-4118-9F1A-55A802D642D8}"/>
      </w:docPartPr>
      <w:docPartBody>
        <w:p w:rsidR="003A6D72" w:rsidRDefault="006503E7">
          <w:pPr>
            <w:pStyle w:val="FFAAF9D10729453D8D17CB0DDED49C50"/>
          </w:pPr>
          <w:r w:rsidRPr="00E2627E">
            <w:rPr>
              <w:rStyle w:val="Zstupntext"/>
            </w:rPr>
            <w:t>Klikněte sem a zadejte text.</w:t>
          </w:r>
        </w:p>
      </w:docPartBody>
    </w:docPart>
    <w:docPart>
      <w:docPartPr>
        <w:name w:val="CB29209BDFDB4547A9FE3A4EB996D1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24196-3C75-4B59-926E-213C1078753D}"/>
      </w:docPartPr>
      <w:docPartBody>
        <w:p w:rsidR="003A6D72" w:rsidRDefault="006503E7">
          <w:pPr>
            <w:pStyle w:val="CB29209BDFDB4547A9FE3A4EB996D148"/>
          </w:pPr>
          <w:r w:rsidRPr="004C0B92">
            <w:rPr>
              <w:rStyle w:val="Zstupntext"/>
            </w:rPr>
            <w:t xml:space="preserve">Klikněte sem a zadejte </w:t>
          </w:r>
          <w:r>
            <w:rPr>
              <w:rStyle w:val="Zstupntext"/>
            </w:rPr>
            <w:t>oslovení</w:t>
          </w:r>
        </w:p>
      </w:docPartBody>
    </w:docPart>
    <w:docPart>
      <w:docPartPr>
        <w:name w:val="C2FFBC448CCB4B8F97E0302E54E2CE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B14B69-76E5-47F1-B013-E3BDE8E21147}"/>
      </w:docPartPr>
      <w:docPartBody>
        <w:p w:rsidR="003A6D72" w:rsidRDefault="006503E7">
          <w:pPr>
            <w:pStyle w:val="C2FFBC448CCB4B8F97E0302E54E2CEDA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DACE4DA7CA9943A5AC5F2F5CD5101D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CA4188-B2A3-41A5-B2B2-15904EED9FB2}"/>
      </w:docPartPr>
      <w:docPartBody>
        <w:p w:rsidR="003A6D72" w:rsidRDefault="006503E7">
          <w:pPr>
            <w:pStyle w:val="DACE4DA7CA9943A5AC5F2F5CD5101D74"/>
          </w:pPr>
          <w:r>
            <w:t>Zadejte jméno Příjmení</w:t>
          </w:r>
        </w:p>
      </w:docPartBody>
    </w:docPart>
    <w:docPart>
      <w:docPartPr>
        <w:name w:val="F04DA1637D2242A5BF88B5CA433BCD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66E54-24B4-47CA-A4BB-30F5A9306312}"/>
      </w:docPartPr>
      <w:docPartBody>
        <w:p w:rsidR="003A6D72" w:rsidRDefault="006503E7">
          <w:pPr>
            <w:pStyle w:val="F04DA1637D2242A5BF88B5CA433BCDF7"/>
          </w:pPr>
          <w:r>
            <w:t>Zadejte funkci</w:t>
          </w:r>
        </w:p>
      </w:docPartBody>
    </w:docPart>
    <w:docPart>
      <w:docPartPr>
        <w:name w:val="1A7CDE03A055421F86DC5884A60052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6D66A8-D695-4403-BB05-1E5DD4339D48}"/>
      </w:docPartPr>
      <w:docPartBody>
        <w:p w:rsidR="003A6D72" w:rsidRDefault="006503E7">
          <w:pPr>
            <w:pStyle w:val="1A7CDE03A055421F86DC5884A6005221"/>
          </w:pPr>
          <w:r>
            <w:t>Zadejte název společnosti</w:t>
          </w:r>
        </w:p>
      </w:docPartBody>
    </w:docPart>
    <w:docPart>
      <w:docPartPr>
        <w:name w:val="98F9E602AAF74A5B8167BFA0C7D357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91A6C3-C166-4160-B3BE-EF782186EC2C}"/>
      </w:docPartPr>
      <w:docPartBody>
        <w:p w:rsidR="003A6D72" w:rsidRDefault="006503E7" w:rsidP="006503E7">
          <w:pPr>
            <w:pStyle w:val="98F9E602AAF74A5B8167BFA0C7D3571A"/>
          </w:pPr>
          <w:r w:rsidRPr="004C0B92">
            <w:rPr>
              <w:rStyle w:val="Zstupntext"/>
            </w:rPr>
            <w:t>Klikněte sem a zadejte text</w:t>
          </w:r>
          <w:r>
            <w:rPr>
              <w:rStyle w:val="Zstupntext"/>
            </w:rPr>
            <w:t xml:space="preserve"> dopisu</w:t>
          </w:r>
          <w:r w:rsidRPr="004C0B92">
            <w:rPr>
              <w:rStyle w:val="Zstupntext"/>
            </w:rPr>
            <w:t>.</w:t>
          </w:r>
        </w:p>
      </w:docPartBody>
    </w:docPart>
    <w:docPart>
      <w:docPartPr>
        <w:name w:val="BAA0C647BB2F4EACBBE54D1C07DD0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6294E9-2AA7-4AEF-8D0B-6E09E81B05EA}"/>
      </w:docPartPr>
      <w:docPartBody>
        <w:p w:rsidR="003A6D72" w:rsidRDefault="006503E7" w:rsidP="006503E7">
          <w:pPr>
            <w:pStyle w:val="BAA0C647BB2F4EACBBE54D1C07DD0FE3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6AC7756ED7C346A2A7350A5D0676E5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1E4FA0-76AB-4519-8632-3931753281A7}"/>
      </w:docPartPr>
      <w:docPartBody>
        <w:p w:rsidR="003A6D72" w:rsidRDefault="006503E7" w:rsidP="006503E7">
          <w:pPr>
            <w:pStyle w:val="6AC7756ED7C346A2A7350A5D0676E590"/>
          </w:pPr>
          <w:r w:rsidRPr="007A0124">
            <w:rPr>
              <w:rStyle w:val="Zstupntext"/>
            </w:rPr>
            <w:t>Klikněte sem a zadejte text.</w:t>
          </w:r>
        </w:p>
      </w:docPartBody>
    </w:docPart>
    <w:docPart>
      <w:docPartPr>
        <w:name w:val="584AAB2CE53A42AC864A61FAC5BF2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17E127-18A2-4202-97D1-631335DFE6F1}"/>
      </w:docPartPr>
      <w:docPartBody>
        <w:p w:rsidR="003A6D72" w:rsidRDefault="006503E7" w:rsidP="006503E7">
          <w:pPr>
            <w:pStyle w:val="584AAB2CE53A42AC864A61FAC5BF27A3"/>
          </w:pPr>
          <w:r>
            <w:t>Zadejte jméno Příjmení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3E7"/>
    <w:rsid w:val="003A6D72"/>
    <w:rsid w:val="00650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503E7"/>
    <w:rPr>
      <w:color w:val="808080"/>
    </w:rPr>
  </w:style>
  <w:style w:type="paragraph" w:customStyle="1" w:styleId="0708D6CD07F04DEDB255EA054C251489">
    <w:name w:val="0708D6CD07F04DEDB255EA054C251489"/>
  </w:style>
  <w:style w:type="paragraph" w:customStyle="1" w:styleId="8201303BB8AB4792BD1BED6348A520E6">
    <w:name w:val="8201303BB8AB4792BD1BED6348A520E6"/>
  </w:style>
  <w:style w:type="paragraph" w:customStyle="1" w:styleId="FFAAF9D10729453D8D17CB0DDED49C50">
    <w:name w:val="FFAAF9D10729453D8D17CB0DDED49C50"/>
  </w:style>
  <w:style w:type="paragraph" w:customStyle="1" w:styleId="CB29209BDFDB4547A9FE3A4EB996D148">
    <w:name w:val="CB29209BDFDB4547A9FE3A4EB996D148"/>
  </w:style>
  <w:style w:type="paragraph" w:customStyle="1" w:styleId="C2FFBC448CCB4B8F97E0302E54E2CEDA">
    <w:name w:val="C2FFBC448CCB4B8F97E0302E54E2CEDA"/>
  </w:style>
  <w:style w:type="paragraph" w:customStyle="1" w:styleId="DACE4DA7CA9943A5AC5F2F5CD5101D74">
    <w:name w:val="DACE4DA7CA9943A5AC5F2F5CD5101D74"/>
  </w:style>
  <w:style w:type="paragraph" w:customStyle="1" w:styleId="F04DA1637D2242A5BF88B5CA433BCDF7">
    <w:name w:val="F04DA1637D2242A5BF88B5CA433BCDF7"/>
  </w:style>
  <w:style w:type="paragraph" w:customStyle="1" w:styleId="1A7CDE03A055421F86DC5884A6005221">
    <w:name w:val="1A7CDE03A055421F86DC5884A6005221"/>
  </w:style>
  <w:style w:type="paragraph" w:customStyle="1" w:styleId="BEADAB43218241919B65DED98354DE9A">
    <w:name w:val="BEADAB43218241919B65DED98354DE9A"/>
  </w:style>
  <w:style w:type="paragraph" w:customStyle="1" w:styleId="61874ECE75A9485C9771A4A47ADF0144">
    <w:name w:val="61874ECE75A9485C9771A4A47ADF0144"/>
  </w:style>
  <w:style w:type="paragraph" w:customStyle="1" w:styleId="98F9E602AAF74A5B8167BFA0C7D3571A">
    <w:name w:val="98F9E602AAF74A5B8167BFA0C7D3571A"/>
    <w:rsid w:val="006503E7"/>
  </w:style>
  <w:style w:type="paragraph" w:customStyle="1" w:styleId="BAA0C647BB2F4EACBBE54D1C07DD0FE3">
    <w:name w:val="BAA0C647BB2F4EACBBE54D1C07DD0FE3"/>
    <w:rsid w:val="006503E7"/>
  </w:style>
  <w:style w:type="paragraph" w:customStyle="1" w:styleId="6AC7756ED7C346A2A7350A5D0676E590">
    <w:name w:val="6AC7756ED7C346A2A7350A5D0676E590"/>
    <w:rsid w:val="006503E7"/>
  </w:style>
  <w:style w:type="paragraph" w:customStyle="1" w:styleId="584AAB2CE53A42AC864A61FAC5BF27A3">
    <w:name w:val="584AAB2CE53A42AC864A61FAC5BF27A3"/>
    <w:rsid w:val="006503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M-21 Dopis ministra CZ.dotm</Template>
  <TotalTime>6</TotalTime>
  <Pages>1</Pages>
  <Words>157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Frič Jan</dc:creator>
  <cp:lastModifiedBy>Frélich Tomáš</cp:lastModifiedBy>
  <cp:revision>15</cp:revision>
  <dcterms:created xsi:type="dcterms:W3CDTF">2022-01-17T13:54:00Z</dcterms:created>
  <dcterms:modified xsi:type="dcterms:W3CDTF">2022-03-28T09:46:00Z</dcterms:modified>
</cp:coreProperties>
</file>